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13C859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EF9B22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C358339" w14:textId="47CB967B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41CAD">
        <w:rPr>
          <w:rFonts w:ascii="Corbel" w:hAnsi="Corbel"/>
          <w:i/>
          <w:smallCaps/>
          <w:sz w:val="24"/>
          <w:szCs w:val="24"/>
        </w:rPr>
        <w:t>202</w:t>
      </w:r>
      <w:r w:rsidR="00BE5593">
        <w:rPr>
          <w:rFonts w:ascii="Corbel" w:hAnsi="Corbel"/>
          <w:i/>
          <w:smallCaps/>
          <w:sz w:val="24"/>
          <w:szCs w:val="24"/>
        </w:rPr>
        <w:t>1</w:t>
      </w:r>
      <w:r w:rsidR="00441CAD">
        <w:rPr>
          <w:rFonts w:ascii="Corbel" w:hAnsi="Corbel"/>
          <w:i/>
          <w:smallCaps/>
          <w:sz w:val="24"/>
          <w:szCs w:val="24"/>
        </w:rPr>
        <w:t>-202</w:t>
      </w:r>
      <w:r w:rsidR="00BE5593">
        <w:rPr>
          <w:rFonts w:ascii="Corbel" w:hAnsi="Corbel"/>
          <w:i/>
          <w:smallCaps/>
          <w:sz w:val="24"/>
          <w:szCs w:val="24"/>
        </w:rPr>
        <w:t>6</w:t>
      </w:r>
    </w:p>
    <w:p w14:paraId="2BF81878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7CF89AF" w14:textId="567C7AC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C23ED6">
        <w:rPr>
          <w:rFonts w:ascii="Corbel" w:hAnsi="Corbel"/>
          <w:sz w:val="20"/>
          <w:szCs w:val="20"/>
        </w:rPr>
        <w:t xml:space="preserve">ok akademicki   </w:t>
      </w:r>
      <w:r w:rsidR="00441CAD">
        <w:rPr>
          <w:rFonts w:ascii="Corbel" w:hAnsi="Corbel"/>
          <w:sz w:val="20"/>
          <w:szCs w:val="20"/>
        </w:rPr>
        <w:t>202</w:t>
      </w:r>
      <w:r w:rsidR="00BE5593">
        <w:rPr>
          <w:rFonts w:ascii="Corbel" w:hAnsi="Corbel"/>
          <w:sz w:val="20"/>
          <w:szCs w:val="20"/>
        </w:rPr>
        <w:t>1</w:t>
      </w:r>
      <w:r w:rsidR="003610DD">
        <w:rPr>
          <w:rFonts w:ascii="Corbel" w:hAnsi="Corbel"/>
          <w:sz w:val="20"/>
          <w:szCs w:val="20"/>
        </w:rPr>
        <w:t>-</w:t>
      </w:r>
      <w:r w:rsidR="00441CAD">
        <w:rPr>
          <w:rFonts w:ascii="Corbel" w:hAnsi="Corbel"/>
          <w:sz w:val="20"/>
          <w:szCs w:val="20"/>
        </w:rPr>
        <w:t>202</w:t>
      </w:r>
      <w:r w:rsidR="00BE5593">
        <w:rPr>
          <w:rFonts w:ascii="Corbel" w:hAnsi="Corbel"/>
          <w:sz w:val="20"/>
          <w:szCs w:val="20"/>
        </w:rPr>
        <w:t>2</w:t>
      </w:r>
    </w:p>
    <w:p w14:paraId="1FE1F37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45DD7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0D85773" w14:textId="77777777" w:rsidTr="00B819C8">
        <w:tc>
          <w:tcPr>
            <w:tcW w:w="2694" w:type="dxa"/>
            <w:vAlign w:val="center"/>
          </w:tcPr>
          <w:p w14:paraId="254F0CA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A45EDE" w14:textId="77777777" w:rsidR="0085747A" w:rsidRPr="009C54AE" w:rsidRDefault="008713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C209D">
              <w:rPr>
                <w:rFonts w:ascii="Corbel" w:hAnsi="Corbel"/>
                <w:b w:val="0"/>
                <w:sz w:val="24"/>
                <w:szCs w:val="24"/>
              </w:rPr>
              <w:t>Pedagogika ogólna</w:t>
            </w:r>
          </w:p>
        </w:tc>
      </w:tr>
      <w:tr w:rsidR="0085747A" w:rsidRPr="009C54AE" w14:paraId="315A7D58" w14:textId="77777777" w:rsidTr="00B819C8">
        <w:tc>
          <w:tcPr>
            <w:tcW w:w="2694" w:type="dxa"/>
            <w:vAlign w:val="center"/>
          </w:tcPr>
          <w:p w14:paraId="569F805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00C425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D0A2F9B" w14:textId="77777777" w:rsidTr="00B819C8">
        <w:tc>
          <w:tcPr>
            <w:tcW w:w="2694" w:type="dxa"/>
            <w:vAlign w:val="center"/>
          </w:tcPr>
          <w:p w14:paraId="77875C1A" w14:textId="77777777" w:rsidR="0085747A" w:rsidRPr="009C54AE" w:rsidRDefault="00C414F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EE5480F" w14:textId="0464B403" w:rsidR="0085747A" w:rsidRPr="009C54AE" w:rsidRDefault="00D449B0" w:rsidP="00D12F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Nauka Społecznych </w:t>
            </w:r>
            <w:bookmarkStart w:id="0" w:name="_GoBack"/>
            <w:bookmarkEnd w:id="0"/>
          </w:p>
        </w:tc>
      </w:tr>
      <w:tr w:rsidR="0085747A" w:rsidRPr="009C54AE" w14:paraId="68066244" w14:textId="77777777" w:rsidTr="00B819C8">
        <w:tc>
          <w:tcPr>
            <w:tcW w:w="2694" w:type="dxa"/>
            <w:vAlign w:val="center"/>
          </w:tcPr>
          <w:p w14:paraId="6AD124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461D3C7" w14:textId="77777777" w:rsidR="0085747A" w:rsidRPr="009C54AE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4C31E1C" w14:textId="77777777" w:rsidTr="00B819C8">
        <w:tc>
          <w:tcPr>
            <w:tcW w:w="2694" w:type="dxa"/>
            <w:vAlign w:val="center"/>
          </w:tcPr>
          <w:p w14:paraId="57F4B6F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21C5A5A" w14:textId="77777777" w:rsidR="0085747A" w:rsidRPr="009C54AE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</w:t>
            </w:r>
            <w:r w:rsidR="002C209D">
              <w:rPr>
                <w:rFonts w:ascii="Corbel" w:hAnsi="Corbel"/>
                <w:b w:val="0"/>
                <w:sz w:val="24"/>
                <w:szCs w:val="24"/>
              </w:rPr>
              <w:t>ka Specjalna</w:t>
            </w:r>
          </w:p>
        </w:tc>
      </w:tr>
      <w:tr w:rsidR="0085747A" w:rsidRPr="009C54AE" w14:paraId="2772687E" w14:textId="77777777" w:rsidTr="00B819C8">
        <w:tc>
          <w:tcPr>
            <w:tcW w:w="2694" w:type="dxa"/>
            <w:vAlign w:val="center"/>
          </w:tcPr>
          <w:p w14:paraId="7C671C3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B1861B" w14:textId="77777777" w:rsidR="0085747A" w:rsidRPr="009C54AE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14:paraId="2CE15920" w14:textId="77777777" w:rsidTr="00B819C8">
        <w:tc>
          <w:tcPr>
            <w:tcW w:w="2694" w:type="dxa"/>
            <w:vAlign w:val="center"/>
          </w:tcPr>
          <w:p w14:paraId="6B1F63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E37C730" w14:textId="77777777" w:rsidR="0085747A" w:rsidRPr="009C54AE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2FD44AB1" w14:textId="77777777" w:rsidTr="00B819C8">
        <w:tc>
          <w:tcPr>
            <w:tcW w:w="2694" w:type="dxa"/>
            <w:vAlign w:val="center"/>
          </w:tcPr>
          <w:p w14:paraId="5C24EE8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FE06D78" w14:textId="77777777" w:rsidR="0085747A" w:rsidRPr="009C54AE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FE5AB0C" w14:textId="77777777" w:rsidTr="00B819C8">
        <w:tc>
          <w:tcPr>
            <w:tcW w:w="2694" w:type="dxa"/>
            <w:vAlign w:val="center"/>
          </w:tcPr>
          <w:p w14:paraId="7E4247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FC4E72E" w14:textId="77777777" w:rsidR="0085747A" w:rsidRPr="009C54AE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pierwszy/semestr pierwszy</w:t>
            </w:r>
          </w:p>
        </w:tc>
      </w:tr>
      <w:tr w:rsidR="0085747A" w:rsidRPr="009C54AE" w14:paraId="6F4CF768" w14:textId="77777777" w:rsidTr="00B819C8">
        <w:tc>
          <w:tcPr>
            <w:tcW w:w="2694" w:type="dxa"/>
            <w:vAlign w:val="center"/>
          </w:tcPr>
          <w:p w14:paraId="38DFD5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E070B64" w14:textId="77777777" w:rsidR="0085747A" w:rsidRPr="00AC5089" w:rsidRDefault="005340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Moduł B2 -</w:t>
            </w:r>
            <w:r w:rsidR="00D449B0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Ogólne przygotowanie</w:t>
            </w:r>
            <w:r w:rsidR="00AC5089" w:rsidRPr="00AC508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pedagogiczne</w:t>
            </w:r>
          </w:p>
        </w:tc>
      </w:tr>
      <w:tr w:rsidR="00923D7D" w:rsidRPr="009C54AE" w14:paraId="22E60A0D" w14:textId="77777777" w:rsidTr="00B819C8">
        <w:tc>
          <w:tcPr>
            <w:tcW w:w="2694" w:type="dxa"/>
            <w:vAlign w:val="center"/>
          </w:tcPr>
          <w:p w14:paraId="76BC493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050B2BF" w14:textId="77777777" w:rsidR="00923D7D" w:rsidRPr="009C54AE" w:rsidRDefault="008963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CD5F7AE" w14:textId="77777777" w:rsidTr="00B819C8">
        <w:tc>
          <w:tcPr>
            <w:tcW w:w="2694" w:type="dxa"/>
            <w:vAlign w:val="center"/>
          </w:tcPr>
          <w:p w14:paraId="6E1C65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2630C26" w14:textId="59998988" w:rsidR="0085747A" w:rsidRPr="009C54AE" w:rsidRDefault="00361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Ewa Tłuczek-Tadla </w:t>
            </w:r>
          </w:p>
        </w:tc>
      </w:tr>
      <w:tr w:rsidR="0085747A" w:rsidRPr="009C54AE" w14:paraId="0E1DB54B" w14:textId="77777777" w:rsidTr="00B819C8">
        <w:tc>
          <w:tcPr>
            <w:tcW w:w="2694" w:type="dxa"/>
            <w:vAlign w:val="center"/>
          </w:tcPr>
          <w:p w14:paraId="778B9A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1C3C30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4C0B83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068ECA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44AA89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F337DD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68149A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006D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5C3162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500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A9C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1BA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071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A0A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810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52F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228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0F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399FD4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B350" w14:textId="77777777" w:rsidR="00015B8F" w:rsidRPr="009C54AE" w:rsidRDefault="008963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FDDC1" w14:textId="77777777" w:rsidR="00015B8F" w:rsidRPr="009C54AE" w:rsidRDefault="008963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AF8DA" w14:textId="77777777" w:rsidR="00015B8F" w:rsidRPr="009C54AE" w:rsidRDefault="00D449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97E7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568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EBA8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7820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4E37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8508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56F41" w14:textId="77777777" w:rsidR="00015B8F" w:rsidRPr="009C54AE" w:rsidRDefault="005340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8A4B5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0395F" w:rsidRPr="009C54AE" w14:paraId="0AC53EC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B58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0D84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4E68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D2D6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47AA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21A2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240E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1C07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1F63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06DE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C05A4B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8DE81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20C7BE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F997A5" w14:textId="77777777" w:rsidR="0085747A" w:rsidRPr="008963D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8963D1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593B692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73E2A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DF2A1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8963D1">
        <w:rPr>
          <w:rFonts w:ascii="Corbel" w:hAnsi="Corbel"/>
          <w:b w:val="0"/>
          <w:smallCaps w:val="0"/>
          <w:szCs w:val="24"/>
          <w:u w:val="single"/>
        </w:rPr>
        <w:t>egzamin</w:t>
      </w:r>
      <w:r w:rsidRPr="008963D1">
        <w:rPr>
          <w:rFonts w:ascii="Corbel" w:hAnsi="Corbel"/>
          <w:b w:val="0"/>
          <w:smallCaps w:val="0"/>
          <w:szCs w:val="24"/>
        </w:rPr>
        <w:t>, 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3A5F264D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4D1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B6CA2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87E2721" w14:textId="77777777" w:rsidTr="00745302">
        <w:tc>
          <w:tcPr>
            <w:tcW w:w="9670" w:type="dxa"/>
          </w:tcPr>
          <w:p w14:paraId="0B770E45" w14:textId="77777777" w:rsidR="0085747A" w:rsidRPr="009C54AE" w:rsidRDefault="008963D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Umiejętności i kompetencje poświadczone egzaminem maturalnym.</w:t>
            </w:r>
          </w:p>
          <w:p w14:paraId="716B3286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AAFFEE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D366B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518898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6083A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6A6F9A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A039EA" w:rsidRPr="009C54AE" w14:paraId="7F6DFD88" w14:textId="77777777" w:rsidTr="000F5377">
        <w:tc>
          <w:tcPr>
            <w:tcW w:w="851" w:type="dxa"/>
            <w:vAlign w:val="center"/>
          </w:tcPr>
          <w:p w14:paraId="2EC3612B" w14:textId="77777777" w:rsidR="00A039EA" w:rsidRPr="009C54AE" w:rsidRDefault="00A039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87373A2" w14:textId="77777777" w:rsidR="00A039EA" w:rsidRPr="00C86901" w:rsidRDefault="00A039EA" w:rsidP="00D361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W wyniku realizacji zajęć student powinien:</w:t>
            </w:r>
          </w:p>
          <w:p w14:paraId="2027CC7E" w14:textId="77777777" w:rsidR="00A039EA" w:rsidRPr="00C86901" w:rsidRDefault="00A039EA" w:rsidP="00A039E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wskazać na dylematy wokół interpretowania podstawowych pojęć pedagogiki  </w:t>
            </w:r>
          </w:p>
        </w:tc>
        <w:tc>
          <w:tcPr>
            <w:tcW w:w="8819" w:type="dxa"/>
            <w:vAlign w:val="center"/>
          </w:tcPr>
          <w:p w14:paraId="31DCD1EB" w14:textId="77777777" w:rsidR="00A039EA" w:rsidRPr="009C54AE" w:rsidRDefault="00A039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039EA" w:rsidRPr="009C54AE" w14:paraId="4910D17F" w14:textId="77777777" w:rsidTr="000F5377">
        <w:tc>
          <w:tcPr>
            <w:tcW w:w="851" w:type="dxa"/>
            <w:vAlign w:val="center"/>
          </w:tcPr>
          <w:p w14:paraId="39A45074" w14:textId="77777777" w:rsidR="00A039EA" w:rsidRPr="009C54AE" w:rsidRDefault="00A039E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FAF4A54" w14:textId="77777777" w:rsidR="00A039EA" w:rsidRPr="00C86901" w:rsidRDefault="00A039EA" w:rsidP="00A039EA">
            <w:pPr>
              <w:pStyle w:val="Podpunkty"/>
              <w:numPr>
                <w:ilvl w:val="0"/>
                <w:numId w:val="3"/>
              </w:numPr>
              <w:spacing w:before="40" w:after="4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86901">
              <w:rPr>
                <w:rFonts w:ascii="Corbel" w:hAnsi="Corbel"/>
                <w:b w:val="0"/>
                <w:bCs/>
                <w:sz w:val="24"/>
                <w:szCs w:val="24"/>
              </w:rPr>
              <w:t>znać przedmiot badań pedagogiki, jego przemiany na przestrzeni lat (w powiązaniu z rozwojem pedagogiki jako nauki i nauk pokrewnych), jej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subdyscypliny,</w:t>
            </w:r>
            <w:r w:rsidR="002E457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funkcje </w:t>
            </w:r>
            <w:r w:rsidRPr="00C8690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związki pedagogiki z innymi naukami</w:t>
            </w:r>
            <w:r w:rsidR="002E457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oraz metody badań pedagogicznych</w:t>
            </w:r>
          </w:p>
        </w:tc>
        <w:tc>
          <w:tcPr>
            <w:tcW w:w="8819" w:type="dxa"/>
            <w:vAlign w:val="center"/>
          </w:tcPr>
          <w:p w14:paraId="32C370B4" w14:textId="77777777" w:rsidR="00A039EA" w:rsidRDefault="00A039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0EC76A5B" w14:textId="77777777" w:rsidR="00AA1150" w:rsidRDefault="00AA11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1347EB0B" w14:textId="77777777" w:rsidR="00AA1150" w:rsidRPr="009C54AE" w:rsidRDefault="00AA11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A1150" w:rsidRPr="009C54AE" w14:paraId="4AAC95E1" w14:textId="77777777" w:rsidTr="000F5377">
        <w:tc>
          <w:tcPr>
            <w:tcW w:w="851" w:type="dxa"/>
            <w:vAlign w:val="center"/>
          </w:tcPr>
          <w:p w14:paraId="2541E070" w14:textId="77777777" w:rsidR="00AA1150" w:rsidRDefault="00C414F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B4BE05B" w14:textId="77777777" w:rsidR="00AA1150" w:rsidRPr="00C86901" w:rsidRDefault="00AA1150" w:rsidP="00AA1150">
            <w:pPr>
              <w:pStyle w:val="Podpunkty"/>
              <w:numPr>
                <w:ilvl w:val="0"/>
                <w:numId w:val="3"/>
              </w:numPr>
              <w:spacing w:before="40" w:after="4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rozumieć i krytyczne analizować wybrane koncepcje wychowania</w:t>
            </w:r>
          </w:p>
        </w:tc>
        <w:tc>
          <w:tcPr>
            <w:tcW w:w="8819" w:type="dxa"/>
            <w:vAlign w:val="center"/>
          </w:tcPr>
          <w:p w14:paraId="58EB01B0" w14:textId="77777777" w:rsidR="00AA1150" w:rsidRDefault="00AA11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039EA" w:rsidRPr="009C54AE" w14:paraId="1CBB5FBD" w14:textId="77777777" w:rsidTr="000F5377">
        <w:tc>
          <w:tcPr>
            <w:tcW w:w="851" w:type="dxa"/>
            <w:vAlign w:val="center"/>
          </w:tcPr>
          <w:p w14:paraId="59FEA384" w14:textId="77777777" w:rsidR="00A039EA" w:rsidRPr="009C54AE" w:rsidRDefault="00C414F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8D3E36F" w14:textId="77777777" w:rsidR="00A039EA" w:rsidRPr="00BD6B6D" w:rsidRDefault="00A039EA" w:rsidP="00A039EA">
            <w:pPr>
              <w:pStyle w:val="Podpunkty"/>
              <w:numPr>
                <w:ilvl w:val="0"/>
                <w:numId w:val="3"/>
              </w:numPr>
              <w:spacing w:before="40" w:after="4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D6B6D">
              <w:rPr>
                <w:rFonts w:ascii="Corbel" w:hAnsi="Corbel"/>
                <w:b w:val="0"/>
                <w:bCs/>
                <w:sz w:val="24"/>
                <w:szCs w:val="24"/>
              </w:rPr>
              <w:t>dostrzegać znaczenie kontekstu kulturowego dla procesu wychowania</w:t>
            </w:r>
          </w:p>
        </w:tc>
        <w:tc>
          <w:tcPr>
            <w:tcW w:w="8819" w:type="dxa"/>
            <w:vAlign w:val="center"/>
          </w:tcPr>
          <w:p w14:paraId="13C8E30F" w14:textId="77777777" w:rsidR="00A039EA" w:rsidRPr="009C54AE" w:rsidRDefault="00A039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039EA" w:rsidRPr="009C54AE" w14:paraId="63A1BA00" w14:textId="77777777" w:rsidTr="000F5377">
        <w:tc>
          <w:tcPr>
            <w:tcW w:w="851" w:type="dxa"/>
            <w:vAlign w:val="center"/>
          </w:tcPr>
          <w:p w14:paraId="5B548C5B" w14:textId="77777777" w:rsidR="00A039EA" w:rsidRPr="009C54AE" w:rsidRDefault="00C414F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55996FD3" w14:textId="77777777" w:rsidR="00A039EA" w:rsidRPr="00BD6B6D" w:rsidRDefault="00A039EA" w:rsidP="00A039E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identyfikować i uzasadniać różne możliwości dzieci w procesie edukacji</w:t>
            </w:r>
          </w:p>
        </w:tc>
        <w:tc>
          <w:tcPr>
            <w:tcW w:w="8819" w:type="dxa"/>
            <w:vAlign w:val="center"/>
          </w:tcPr>
          <w:p w14:paraId="7A63D9A6" w14:textId="77777777" w:rsidR="00A039EA" w:rsidRPr="009C54AE" w:rsidRDefault="00A039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039EA" w:rsidRPr="009C54AE" w14:paraId="399F962D" w14:textId="77777777" w:rsidTr="000F5377">
        <w:tc>
          <w:tcPr>
            <w:tcW w:w="851" w:type="dxa"/>
            <w:vAlign w:val="center"/>
          </w:tcPr>
          <w:p w14:paraId="4E698637" w14:textId="77777777" w:rsidR="00A039EA" w:rsidRPr="009C54AE" w:rsidRDefault="00C414F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414EBB41" w14:textId="77777777" w:rsidR="00A039EA" w:rsidRPr="00C86901" w:rsidRDefault="00A039EA" w:rsidP="00A039E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wskazać na znaczenie różnorodnych środowisk wychowawczych i socjalizacyjnych w rozwoju dzieci i młodzieży (min. rodzina, szkoła, grupa rówieśnicza, media)</w:t>
            </w:r>
          </w:p>
        </w:tc>
        <w:tc>
          <w:tcPr>
            <w:tcW w:w="8819" w:type="dxa"/>
            <w:vAlign w:val="center"/>
          </w:tcPr>
          <w:p w14:paraId="04728D33" w14:textId="77777777" w:rsidR="00A039EA" w:rsidRPr="009C54AE" w:rsidRDefault="00A039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039EA" w:rsidRPr="009C54AE" w14:paraId="60EB23F9" w14:textId="77777777" w:rsidTr="000F5377">
        <w:tc>
          <w:tcPr>
            <w:tcW w:w="851" w:type="dxa"/>
            <w:vAlign w:val="center"/>
          </w:tcPr>
          <w:p w14:paraId="3A50FC1D" w14:textId="77777777" w:rsidR="00A039EA" w:rsidRPr="009C54AE" w:rsidRDefault="00C414F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14:paraId="4FE4AE1D" w14:textId="77777777" w:rsidR="00A039EA" w:rsidRPr="00C86901" w:rsidRDefault="00A039EA" w:rsidP="00A039E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scharakteryzować tendencje przemian współczesnej szkoły i rodziny, i ich uwarunkowania</w:t>
            </w:r>
          </w:p>
        </w:tc>
        <w:tc>
          <w:tcPr>
            <w:tcW w:w="8819" w:type="dxa"/>
            <w:vAlign w:val="center"/>
          </w:tcPr>
          <w:p w14:paraId="12F8769D" w14:textId="77777777" w:rsidR="00A039EA" w:rsidRPr="009C54AE" w:rsidRDefault="00A039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7CFF7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55CC0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67FFD2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2A7F689" w14:textId="77777777" w:rsidTr="0071620A">
        <w:tc>
          <w:tcPr>
            <w:tcW w:w="1701" w:type="dxa"/>
            <w:vAlign w:val="center"/>
          </w:tcPr>
          <w:p w14:paraId="6720BE1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E29D6F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628B4A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A0F437E" w14:textId="77777777" w:rsidTr="005E6E85">
        <w:tc>
          <w:tcPr>
            <w:tcW w:w="1701" w:type="dxa"/>
          </w:tcPr>
          <w:p w14:paraId="30A9CD9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D421D4E" w14:textId="77777777" w:rsidR="0085747A" w:rsidRPr="008C2B30" w:rsidRDefault="009B77BC" w:rsidP="005969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</w:t>
            </w:r>
            <w:r w:rsidR="008C2B30">
              <w:rPr>
                <w:rFonts w:ascii="Corbel" w:hAnsi="Corbel"/>
                <w:b w:val="0"/>
                <w:smallCaps w:val="0"/>
                <w:szCs w:val="24"/>
              </w:rPr>
              <w:t xml:space="preserve">harakteryzuje kulturowe </w:t>
            </w:r>
            <w:r w:rsidR="0059692B">
              <w:rPr>
                <w:rFonts w:ascii="Corbel" w:hAnsi="Corbel"/>
                <w:b w:val="0"/>
                <w:smallCaps w:val="0"/>
                <w:szCs w:val="24"/>
              </w:rPr>
              <w:t xml:space="preserve">opisy współczesności i ich znaczenie dla socjalizacji, wychowania, uczenia się i kształcenia </w:t>
            </w:r>
          </w:p>
        </w:tc>
        <w:tc>
          <w:tcPr>
            <w:tcW w:w="1873" w:type="dxa"/>
          </w:tcPr>
          <w:p w14:paraId="6C6B43A7" w14:textId="77777777" w:rsidR="0085747A" w:rsidRPr="009C54AE" w:rsidRDefault="005969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PS.W2</w:t>
            </w:r>
          </w:p>
        </w:tc>
      </w:tr>
      <w:tr w:rsidR="0085747A" w:rsidRPr="009C54AE" w14:paraId="5F28D912" w14:textId="77777777" w:rsidTr="005E6E85">
        <w:tc>
          <w:tcPr>
            <w:tcW w:w="1701" w:type="dxa"/>
          </w:tcPr>
          <w:p w14:paraId="669D33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7C52A52" w14:textId="77777777" w:rsidR="0085747A" w:rsidRPr="009C54AE" w:rsidRDefault="009B77BC" w:rsidP="005969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</w:t>
            </w:r>
            <w:r w:rsidR="00E6565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9692B">
              <w:rPr>
                <w:rFonts w:ascii="Corbel" w:hAnsi="Corbel"/>
                <w:b w:val="0"/>
                <w:smallCaps w:val="0"/>
                <w:szCs w:val="24"/>
              </w:rPr>
              <w:t>uwarunkowania procesów rozwoju i wychowania człowieka</w:t>
            </w:r>
          </w:p>
        </w:tc>
        <w:tc>
          <w:tcPr>
            <w:tcW w:w="1873" w:type="dxa"/>
          </w:tcPr>
          <w:p w14:paraId="21F56B7A" w14:textId="77777777" w:rsidR="0085747A" w:rsidRPr="009C54AE" w:rsidRDefault="005969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PS.W2</w:t>
            </w:r>
          </w:p>
        </w:tc>
      </w:tr>
      <w:tr w:rsidR="0085747A" w:rsidRPr="009C54AE" w14:paraId="07C3A9C3" w14:textId="77777777" w:rsidTr="005E6E85">
        <w:tc>
          <w:tcPr>
            <w:tcW w:w="1701" w:type="dxa"/>
          </w:tcPr>
          <w:p w14:paraId="3D1C78C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4519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8516F90" w14:textId="77777777" w:rsidR="0085747A" w:rsidRPr="009C54AE" w:rsidRDefault="0059692B" w:rsidP="009B77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 na miejsce pedagogiki specjalnej w systemie nauk pedagogicznych, oraz znaczenie  nauk pokrewnych dla rozwoju pedagogiki specjalnej</w:t>
            </w:r>
          </w:p>
        </w:tc>
        <w:tc>
          <w:tcPr>
            <w:tcW w:w="1873" w:type="dxa"/>
          </w:tcPr>
          <w:p w14:paraId="3731ACEC" w14:textId="77777777" w:rsidR="0085747A" w:rsidRPr="009C54AE" w:rsidRDefault="005969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PS.W3</w:t>
            </w:r>
          </w:p>
        </w:tc>
      </w:tr>
      <w:tr w:rsidR="00445193" w:rsidRPr="009C54AE" w14:paraId="53F1991D" w14:textId="77777777" w:rsidTr="005E6E85">
        <w:tc>
          <w:tcPr>
            <w:tcW w:w="1701" w:type="dxa"/>
          </w:tcPr>
          <w:p w14:paraId="78545103" w14:textId="77777777" w:rsidR="00445193" w:rsidRPr="009C54AE" w:rsidRDefault="004451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5B4E29D" w14:textId="77777777" w:rsidR="00445193" w:rsidRDefault="007329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Wykorzystuje aktualne koncepcje pedagogiczne dla sprawnego planowania, prowadzenia i ewaluacji działań wychowawczych i edukacyjnych </w:t>
            </w:r>
          </w:p>
        </w:tc>
        <w:tc>
          <w:tcPr>
            <w:tcW w:w="1873" w:type="dxa"/>
          </w:tcPr>
          <w:p w14:paraId="17668B10" w14:textId="77777777" w:rsidR="00445193" w:rsidRPr="009C54AE" w:rsidRDefault="007329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PS.U5</w:t>
            </w:r>
          </w:p>
        </w:tc>
      </w:tr>
      <w:tr w:rsidR="00445193" w:rsidRPr="009C54AE" w14:paraId="4400AA2C" w14:textId="77777777" w:rsidTr="005E6E85">
        <w:tc>
          <w:tcPr>
            <w:tcW w:w="1701" w:type="dxa"/>
          </w:tcPr>
          <w:p w14:paraId="768BBF21" w14:textId="77777777" w:rsidR="00445193" w:rsidRDefault="004451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A304DC5" w14:textId="77777777" w:rsidR="00445193" w:rsidRDefault="007329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Dostrzega znaczenie różnorodnych zjawisk społecznych dla przebiegu działań wychowawczych i edukacyjnych</w:t>
            </w:r>
          </w:p>
        </w:tc>
        <w:tc>
          <w:tcPr>
            <w:tcW w:w="1873" w:type="dxa"/>
          </w:tcPr>
          <w:p w14:paraId="5A247746" w14:textId="77777777" w:rsidR="00445193" w:rsidRPr="009C54AE" w:rsidRDefault="00732911" w:rsidP="007329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PS.U2</w:t>
            </w:r>
          </w:p>
        </w:tc>
      </w:tr>
      <w:tr w:rsidR="00481891" w:rsidRPr="009C54AE" w14:paraId="0531DABE" w14:textId="77777777" w:rsidTr="005E6E85">
        <w:tc>
          <w:tcPr>
            <w:tcW w:w="1701" w:type="dxa"/>
          </w:tcPr>
          <w:p w14:paraId="688D297B" w14:textId="77777777" w:rsidR="00481891" w:rsidRDefault="004818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A7D492D" w14:textId="77777777" w:rsidR="00481891" w:rsidRDefault="007329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własne działania, dostrzega konieczność dokonywania zmian, wprowadzania działań innowacyjnych </w:t>
            </w:r>
            <w:r w:rsidR="0048189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036CEFA2" w14:textId="77777777" w:rsidR="00481891" w:rsidRPr="009C54AE" w:rsidRDefault="007329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PS.U10</w:t>
            </w:r>
          </w:p>
        </w:tc>
      </w:tr>
      <w:tr w:rsidR="00D40479" w:rsidRPr="009C54AE" w14:paraId="3E905354" w14:textId="77777777" w:rsidTr="005E6E85">
        <w:tc>
          <w:tcPr>
            <w:tcW w:w="1701" w:type="dxa"/>
          </w:tcPr>
          <w:p w14:paraId="64A16A09" w14:textId="77777777" w:rsidR="00D40479" w:rsidRDefault="005F11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1F6DD242" w14:textId="77777777" w:rsidR="00D40479" w:rsidRDefault="009E34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gotowy do podejmowania działań wspierających jakość pracy instytucji wychowawczych</w:t>
            </w:r>
          </w:p>
        </w:tc>
        <w:tc>
          <w:tcPr>
            <w:tcW w:w="1873" w:type="dxa"/>
          </w:tcPr>
          <w:p w14:paraId="5327F289" w14:textId="77777777" w:rsidR="00D40479" w:rsidRDefault="009E34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PS.K6</w:t>
            </w:r>
          </w:p>
        </w:tc>
      </w:tr>
    </w:tbl>
    <w:p w14:paraId="41D984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AAB11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F58DA8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EC4741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9C54AE" w14:paraId="22BE7A64" w14:textId="77777777" w:rsidTr="00093EBD">
        <w:tc>
          <w:tcPr>
            <w:tcW w:w="9781" w:type="dxa"/>
          </w:tcPr>
          <w:p w14:paraId="61A56FC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36FDF" w14:paraId="013266B7" w14:textId="77777777" w:rsidTr="00093EBD">
        <w:tc>
          <w:tcPr>
            <w:tcW w:w="9781" w:type="dxa"/>
          </w:tcPr>
          <w:p w14:paraId="006A1849" w14:textId="77777777" w:rsidR="0085747A" w:rsidRPr="00936FDF" w:rsidRDefault="002E457C" w:rsidP="00936FDF">
            <w:pPr>
              <w:pStyle w:val="Akapitzlist"/>
              <w:spacing w:after="0" w:line="240" w:lineRule="auto"/>
              <w:ind w:left="34" w:firstLine="250"/>
              <w:rPr>
                <w:rFonts w:ascii="Corbel" w:hAnsi="Corbel"/>
                <w:sz w:val="24"/>
                <w:szCs w:val="24"/>
              </w:rPr>
            </w:pPr>
            <w:r w:rsidRPr="00936FDF">
              <w:rPr>
                <w:rFonts w:ascii="Corbel" w:hAnsi="Corbel" w:cs="Arial"/>
                <w:sz w:val="24"/>
                <w:szCs w:val="24"/>
              </w:rPr>
              <w:lastRenderedPageBreak/>
              <w:t xml:space="preserve">Pedagogika jako nauka (przedmiot badań pedagogiki, funkcje pedagogiki, związki pedagogiki z innymi naukami, </w:t>
            </w:r>
            <w:r w:rsidR="00093EBD" w:rsidRPr="00936FDF">
              <w:rPr>
                <w:rFonts w:ascii="Corbel" w:hAnsi="Corbel" w:cs="Arial"/>
                <w:sz w:val="24"/>
                <w:szCs w:val="24"/>
              </w:rPr>
              <w:t>paradygmaty badań pedagogicznych</w:t>
            </w:r>
            <w:r w:rsidRPr="00936FDF">
              <w:rPr>
                <w:rFonts w:ascii="Corbel" w:hAnsi="Corbel" w:cs="Arial"/>
                <w:sz w:val="24"/>
                <w:szCs w:val="24"/>
              </w:rPr>
              <w:t>)</w:t>
            </w:r>
          </w:p>
        </w:tc>
      </w:tr>
      <w:tr w:rsidR="0085747A" w:rsidRPr="00936FDF" w14:paraId="2BE03CF4" w14:textId="77777777" w:rsidTr="00093EBD">
        <w:tc>
          <w:tcPr>
            <w:tcW w:w="9781" w:type="dxa"/>
          </w:tcPr>
          <w:p w14:paraId="059B24D2" w14:textId="2B364206" w:rsidR="0085747A" w:rsidRPr="00936FDF" w:rsidRDefault="002E457C" w:rsidP="00936FDF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  <w:r w:rsidRPr="00936FDF">
              <w:rPr>
                <w:rFonts w:ascii="Corbel" w:hAnsi="Corbel"/>
                <w:sz w:val="24"/>
                <w:szCs w:val="24"/>
              </w:rPr>
              <w:t>Wybrane koncepcje pedagogiczne (</w:t>
            </w:r>
            <w:r w:rsidR="00D0062F" w:rsidRPr="00936FDF">
              <w:rPr>
                <w:rFonts w:ascii="Corbel" w:hAnsi="Corbel"/>
                <w:sz w:val="24"/>
                <w:szCs w:val="24"/>
              </w:rPr>
              <w:t xml:space="preserve">min. </w:t>
            </w:r>
            <w:r w:rsidRPr="00936FDF">
              <w:rPr>
                <w:rFonts w:ascii="Corbel" w:hAnsi="Corbel"/>
                <w:sz w:val="24"/>
                <w:szCs w:val="24"/>
              </w:rPr>
              <w:t>pedagogika poz</w:t>
            </w:r>
            <w:r w:rsidR="00D0062F" w:rsidRPr="00936FDF">
              <w:rPr>
                <w:rFonts w:ascii="Corbel" w:hAnsi="Corbel"/>
                <w:sz w:val="24"/>
                <w:szCs w:val="24"/>
              </w:rPr>
              <w:t>ytywistyczna,</w:t>
            </w:r>
            <w:r w:rsidR="00592AAC">
              <w:rPr>
                <w:rFonts w:ascii="Corbel" w:hAnsi="Corbel"/>
                <w:sz w:val="24"/>
                <w:szCs w:val="24"/>
              </w:rPr>
              <w:t xml:space="preserve"> personalistyczna,</w:t>
            </w:r>
            <w:r w:rsidR="00DC55D2">
              <w:rPr>
                <w:rFonts w:ascii="Corbel" w:hAnsi="Corbel"/>
                <w:sz w:val="24"/>
                <w:szCs w:val="24"/>
              </w:rPr>
              <w:t xml:space="preserve"> </w:t>
            </w:r>
            <w:r w:rsidR="00592AAC">
              <w:rPr>
                <w:rFonts w:ascii="Corbel" w:hAnsi="Corbel"/>
                <w:sz w:val="24"/>
                <w:szCs w:val="24"/>
              </w:rPr>
              <w:t>humanistyczna,</w:t>
            </w:r>
            <w:r w:rsidR="00D0062F" w:rsidRPr="00936FDF">
              <w:rPr>
                <w:rFonts w:ascii="Corbel" w:hAnsi="Corbel"/>
                <w:sz w:val="24"/>
                <w:szCs w:val="24"/>
              </w:rPr>
              <w:t xml:space="preserve"> </w:t>
            </w:r>
            <w:r w:rsidR="00A36C4D" w:rsidRPr="00936FDF">
              <w:rPr>
                <w:rFonts w:ascii="Corbel" w:hAnsi="Corbel"/>
                <w:sz w:val="24"/>
                <w:szCs w:val="24"/>
              </w:rPr>
              <w:t xml:space="preserve">pedagogika krytyczna, </w:t>
            </w:r>
            <w:r w:rsidR="00D0062F" w:rsidRPr="00936FDF">
              <w:rPr>
                <w:rFonts w:ascii="Corbel" w:hAnsi="Corbel"/>
                <w:sz w:val="24"/>
                <w:szCs w:val="24"/>
              </w:rPr>
              <w:t xml:space="preserve">pedagogika nowego </w:t>
            </w:r>
            <w:r w:rsidRPr="00936FDF">
              <w:rPr>
                <w:rFonts w:ascii="Corbel" w:hAnsi="Corbel"/>
                <w:sz w:val="24"/>
                <w:szCs w:val="24"/>
              </w:rPr>
              <w:t xml:space="preserve">wychowania) </w:t>
            </w:r>
            <w:r w:rsidR="00E755D9" w:rsidRPr="00936FDF">
              <w:rPr>
                <w:rFonts w:ascii="Corbel" w:hAnsi="Corbel"/>
                <w:sz w:val="24"/>
                <w:szCs w:val="24"/>
              </w:rPr>
              <w:t>i</w:t>
            </w:r>
            <w:r w:rsidR="00D0062F" w:rsidRPr="00936FDF">
              <w:rPr>
                <w:rFonts w:ascii="Corbel" w:hAnsi="Corbel"/>
                <w:sz w:val="24"/>
                <w:szCs w:val="24"/>
              </w:rPr>
              <w:t xml:space="preserve"> ich znaczenie dla praktyki wychowania</w:t>
            </w:r>
            <w:r w:rsidR="00093EBD" w:rsidRPr="00936FDF">
              <w:rPr>
                <w:rFonts w:ascii="Corbel" w:hAnsi="Corbel"/>
                <w:sz w:val="24"/>
                <w:szCs w:val="24"/>
              </w:rPr>
              <w:t>, wychowanie jako wspomaganie rozwoju, wychowanie adaptacyjne i emancypacyjne, podmiotowość w wychowaniu;</w:t>
            </w:r>
          </w:p>
        </w:tc>
      </w:tr>
      <w:tr w:rsidR="00936FDF" w:rsidRPr="00936FDF" w14:paraId="1473B28C" w14:textId="77777777" w:rsidTr="00093EBD">
        <w:tc>
          <w:tcPr>
            <w:tcW w:w="9781" w:type="dxa"/>
          </w:tcPr>
          <w:p w14:paraId="548F31BB" w14:textId="77777777" w:rsidR="00936FDF" w:rsidRPr="00936FDF" w:rsidRDefault="00936FDF" w:rsidP="00F26AB0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936FDF">
              <w:rPr>
                <w:rFonts w:ascii="Corbel" w:hAnsi="Corbel" w:cs="Arial"/>
                <w:sz w:val="24"/>
                <w:szCs w:val="24"/>
              </w:rPr>
              <w:t>Edukacja w kontekście kultury popularnej, wielokulturowości i ideologii konsumpcji.</w:t>
            </w:r>
          </w:p>
        </w:tc>
      </w:tr>
      <w:tr w:rsidR="00936FDF" w:rsidRPr="00936FDF" w14:paraId="3C1D3BEB" w14:textId="77777777" w:rsidTr="00093EBD">
        <w:tc>
          <w:tcPr>
            <w:tcW w:w="9781" w:type="dxa"/>
          </w:tcPr>
          <w:p w14:paraId="35954FA5" w14:textId="77777777" w:rsidR="00936FDF" w:rsidRPr="00936FDF" w:rsidRDefault="00936FD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4"/>
                <w:szCs w:val="24"/>
              </w:rPr>
            </w:pPr>
            <w:r w:rsidRPr="00936FDF">
              <w:rPr>
                <w:rFonts w:ascii="Corbel" w:hAnsi="Corbel"/>
                <w:sz w:val="24"/>
                <w:szCs w:val="24"/>
              </w:rPr>
              <w:t>Ukryty program instytucji wychowawczych, postawy nauczyciela.</w:t>
            </w:r>
          </w:p>
        </w:tc>
      </w:tr>
    </w:tbl>
    <w:p w14:paraId="48906B15" w14:textId="77777777" w:rsidR="0085747A" w:rsidRPr="009C54AE" w:rsidRDefault="0085747A" w:rsidP="00093EBD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6768CDC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AAA701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67576BA" w14:textId="77777777" w:rsidTr="00923D7D">
        <w:tc>
          <w:tcPr>
            <w:tcW w:w="9639" w:type="dxa"/>
          </w:tcPr>
          <w:p w14:paraId="379B937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36FDF" w14:paraId="394DC1F6" w14:textId="77777777" w:rsidTr="00923D7D">
        <w:tc>
          <w:tcPr>
            <w:tcW w:w="9639" w:type="dxa"/>
          </w:tcPr>
          <w:p w14:paraId="43589B61" w14:textId="77777777" w:rsidR="0085747A" w:rsidRPr="00936FDF" w:rsidRDefault="00D006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6FDF">
              <w:rPr>
                <w:rFonts w:ascii="Corbel" w:hAnsi="Corbel" w:cs="Arial"/>
                <w:sz w:val="24"/>
                <w:szCs w:val="24"/>
              </w:rPr>
              <w:t>Dyskusje wokół pojęcia wychowanie oraz innych pojęć pedagogiki (socjalizacja, nauczanie, uczenie się, kształcenie</w:t>
            </w:r>
            <w:r w:rsidR="00093EBD" w:rsidRPr="00936FDF">
              <w:rPr>
                <w:rFonts w:ascii="Corbel" w:hAnsi="Corbel" w:cs="Arial"/>
                <w:sz w:val="24"/>
                <w:szCs w:val="24"/>
              </w:rPr>
              <w:t>, edukacja, samowychowanie</w:t>
            </w:r>
            <w:r w:rsidRPr="00936FDF">
              <w:rPr>
                <w:rFonts w:ascii="Corbel" w:hAnsi="Corbel" w:cs="Arial"/>
                <w:sz w:val="24"/>
                <w:szCs w:val="24"/>
              </w:rPr>
              <w:t>), wzajemne związki między nimi.</w:t>
            </w:r>
          </w:p>
        </w:tc>
      </w:tr>
      <w:tr w:rsidR="0085747A" w:rsidRPr="00936FDF" w14:paraId="4389D366" w14:textId="77777777" w:rsidTr="00923D7D">
        <w:tc>
          <w:tcPr>
            <w:tcW w:w="9639" w:type="dxa"/>
          </w:tcPr>
          <w:p w14:paraId="7716DF84" w14:textId="77777777" w:rsidR="0085747A" w:rsidRPr="00936FDF" w:rsidRDefault="00936F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6FDF">
              <w:rPr>
                <w:rFonts w:ascii="Corbel" w:hAnsi="Corbel" w:cs="Arial"/>
                <w:sz w:val="24"/>
                <w:szCs w:val="24"/>
              </w:rPr>
              <w:t xml:space="preserve">Środowisko społeczne klasy i szkoły. </w:t>
            </w:r>
            <w:r w:rsidR="002D4B57" w:rsidRPr="00936FDF">
              <w:rPr>
                <w:rFonts w:ascii="Corbel" w:hAnsi="Corbel" w:cs="Arial"/>
                <w:sz w:val="24"/>
                <w:szCs w:val="24"/>
              </w:rPr>
              <w:t>Mechanizmy socjalizacyjne i ich znaczenie w praktyce wychowania</w:t>
            </w:r>
          </w:p>
        </w:tc>
      </w:tr>
      <w:tr w:rsidR="0085747A" w:rsidRPr="00936FDF" w14:paraId="551DF71F" w14:textId="77777777" w:rsidTr="00923D7D">
        <w:tc>
          <w:tcPr>
            <w:tcW w:w="9639" w:type="dxa"/>
          </w:tcPr>
          <w:p w14:paraId="197FC10E" w14:textId="77777777" w:rsidR="0085747A" w:rsidRPr="00936FDF" w:rsidRDefault="002D4B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6FDF">
              <w:rPr>
                <w:rFonts w:ascii="Corbel" w:hAnsi="Corbel" w:cs="Arial"/>
                <w:sz w:val="24"/>
                <w:szCs w:val="24"/>
              </w:rPr>
              <w:t>Wychowanie jako zjawisko społeczne. Wychowanie w rodzinie – style wychowania w rodzinie, funkcje rodziny, postawy rodzicielskie, zjawisko przemocy</w:t>
            </w:r>
            <w:r w:rsidR="00093EBD" w:rsidRPr="00936FDF">
              <w:rPr>
                <w:rFonts w:ascii="Corbel" w:hAnsi="Corbel" w:cs="Arial"/>
                <w:sz w:val="24"/>
                <w:szCs w:val="24"/>
              </w:rPr>
              <w:t>, przymusu</w:t>
            </w:r>
            <w:r w:rsidRPr="00936FDF">
              <w:rPr>
                <w:rFonts w:ascii="Corbel" w:hAnsi="Corbel" w:cs="Arial"/>
                <w:sz w:val="24"/>
                <w:szCs w:val="24"/>
              </w:rPr>
              <w:t xml:space="preserve"> w wychowaniu i jego uwarunkowania.</w:t>
            </w:r>
          </w:p>
        </w:tc>
      </w:tr>
      <w:tr w:rsidR="002D4B57" w:rsidRPr="00936FDF" w14:paraId="49F91D25" w14:textId="77777777" w:rsidTr="00923D7D">
        <w:tc>
          <w:tcPr>
            <w:tcW w:w="9639" w:type="dxa"/>
          </w:tcPr>
          <w:p w14:paraId="799E5393" w14:textId="77777777" w:rsidR="002D4B57" w:rsidRPr="00936FDF" w:rsidRDefault="002D4B57" w:rsidP="00D36114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936FDF">
              <w:rPr>
                <w:rFonts w:ascii="Corbel" w:hAnsi="Corbel" w:cs="Arial"/>
                <w:sz w:val="24"/>
                <w:szCs w:val="24"/>
              </w:rPr>
              <w:t>Wychowanie w szkole – funkcje i zadania szkoły, rola nauczyciela i dylematy z nią związane, przemoc w szkole i sposoby jej przeciwdziałania</w:t>
            </w:r>
            <w:r w:rsidR="00093EBD" w:rsidRPr="00936FDF">
              <w:rPr>
                <w:rFonts w:ascii="Corbel" w:hAnsi="Corbel" w:cs="Arial"/>
                <w:sz w:val="24"/>
                <w:szCs w:val="24"/>
              </w:rPr>
              <w:t>, źródła i przejawy kryzysu współczesnego wychowania</w:t>
            </w:r>
            <w:r w:rsidRPr="00936FDF">
              <w:rPr>
                <w:rFonts w:ascii="Corbel" w:hAnsi="Corbel" w:cs="Arial"/>
                <w:sz w:val="24"/>
                <w:szCs w:val="24"/>
              </w:rPr>
              <w:t>.</w:t>
            </w:r>
            <w:r w:rsidR="00936FDF" w:rsidRPr="00936FDF">
              <w:rPr>
                <w:rFonts w:ascii="Corbel" w:hAnsi="Corbel" w:cs="Arial"/>
                <w:sz w:val="24"/>
                <w:szCs w:val="24"/>
              </w:rPr>
              <w:t xml:space="preserve"> Zasady współpracy rodziny i szkoły oraz szkoły ze środowiskiem pozaszkolnym.</w:t>
            </w:r>
          </w:p>
        </w:tc>
      </w:tr>
      <w:tr w:rsidR="002D4B57" w:rsidRPr="00936FDF" w14:paraId="5076F2CA" w14:textId="77777777" w:rsidTr="00923D7D">
        <w:tc>
          <w:tcPr>
            <w:tcW w:w="9639" w:type="dxa"/>
          </w:tcPr>
          <w:p w14:paraId="74E00043" w14:textId="77777777" w:rsidR="002D4B57" w:rsidRPr="00936FDF" w:rsidRDefault="002D4B57" w:rsidP="00D36114">
            <w:pPr>
              <w:rPr>
                <w:rFonts w:ascii="Corbel" w:hAnsi="Corbel" w:cs="Arial"/>
                <w:sz w:val="24"/>
                <w:szCs w:val="24"/>
              </w:rPr>
            </w:pPr>
            <w:r w:rsidRPr="00936FDF">
              <w:rPr>
                <w:rFonts w:ascii="Corbel" w:hAnsi="Corbel" w:cs="Arial"/>
                <w:sz w:val="24"/>
                <w:szCs w:val="24"/>
              </w:rPr>
              <w:t>Media jako środowisko socjalizacyjne współczesnego dziecka – telewizja, Internet, gry komputerowe.</w:t>
            </w:r>
          </w:p>
        </w:tc>
      </w:tr>
    </w:tbl>
    <w:p w14:paraId="7E4D11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9E136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45B8B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15876E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7FF954BC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0D7DB9">
        <w:rPr>
          <w:rFonts w:ascii="Corbel" w:hAnsi="Corbel"/>
          <w:i/>
          <w:smallCaps w:val="0"/>
          <w:sz w:val="20"/>
          <w:szCs w:val="20"/>
          <w:u w:val="single"/>
        </w:rPr>
        <w:t>wykład z prezentacją multimedialną</w:t>
      </w:r>
      <w:r w:rsidR="00923D7D" w:rsidRPr="000D7DB9">
        <w:rPr>
          <w:rFonts w:ascii="Corbel" w:hAnsi="Corbel"/>
          <w:i/>
          <w:smallCaps w:val="0"/>
          <w:sz w:val="20"/>
          <w:szCs w:val="20"/>
          <w:u w:val="single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1B349EF8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</w:t>
      </w:r>
      <w:r w:rsidRPr="000D7DB9">
        <w:rPr>
          <w:rFonts w:ascii="Corbel" w:hAnsi="Corbel"/>
          <w:i/>
          <w:smallCaps w:val="0"/>
          <w:sz w:val="20"/>
          <w:szCs w:val="20"/>
        </w:rPr>
        <w:t xml:space="preserve">: </w:t>
      </w:r>
      <w:r w:rsidR="009F4610" w:rsidRPr="000D7DB9">
        <w:rPr>
          <w:rFonts w:ascii="Corbel" w:hAnsi="Corbel"/>
          <w:i/>
          <w:smallCaps w:val="0"/>
          <w:sz w:val="20"/>
          <w:szCs w:val="20"/>
          <w:u w:val="single"/>
        </w:rPr>
        <w:t xml:space="preserve">analiza </w:t>
      </w:r>
      <w:r w:rsidR="00923D7D" w:rsidRPr="000D7DB9">
        <w:rPr>
          <w:rFonts w:ascii="Corbel" w:hAnsi="Corbel"/>
          <w:i/>
          <w:smallCaps w:val="0"/>
          <w:sz w:val="20"/>
          <w:szCs w:val="20"/>
          <w:u w:val="single"/>
        </w:rPr>
        <w:t>tekstów z dyskusją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0D7DB9">
        <w:rPr>
          <w:rFonts w:ascii="Corbel" w:hAnsi="Corbel"/>
          <w:i/>
          <w:smallCaps w:val="0"/>
          <w:sz w:val="20"/>
          <w:szCs w:val="20"/>
          <w:u w:val="single"/>
        </w:rPr>
        <w:t>praca w </w:t>
      </w:r>
      <w:r w:rsidR="0085747A" w:rsidRPr="000D7DB9">
        <w:rPr>
          <w:rFonts w:ascii="Corbel" w:hAnsi="Corbel"/>
          <w:i/>
          <w:smallCaps w:val="0"/>
          <w:sz w:val="20"/>
          <w:szCs w:val="20"/>
          <w:u w:val="single"/>
        </w:rPr>
        <w:t>grupach</w:t>
      </w:r>
      <w:r w:rsidR="0071620A" w:rsidRPr="000D7DB9">
        <w:rPr>
          <w:rFonts w:ascii="Corbel" w:hAnsi="Corbel"/>
          <w:i/>
          <w:smallCaps w:val="0"/>
          <w:sz w:val="20"/>
          <w:szCs w:val="20"/>
          <w:u w:val="single"/>
        </w:rPr>
        <w:t xml:space="preserve"> (</w:t>
      </w:r>
      <w:r w:rsidR="0085747A" w:rsidRPr="000D7DB9">
        <w:rPr>
          <w:rFonts w:ascii="Corbel" w:hAnsi="Corbel"/>
          <w:i/>
          <w:smallCaps w:val="0"/>
          <w:sz w:val="20"/>
          <w:szCs w:val="20"/>
          <w:u w:val="single"/>
        </w:rPr>
        <w:t>rozwiązywanie zadań</w:t>
      </w:r>
      <w:r w:rsidR="0071620A" w:rsidRPr="000D7DB9">
        <w:rPr>
          <w:rFonts w:ascii="Corbel" w:hAnsi="Corbel"/>
          <w:i/>
          <w:smallCaps w:val="0"/>
          <w:sz w:val="20"/>
          <w:szCs w:val="20"/>
          <w:u w:val="single"/>
        </w:rPr>
        <w:t>,</w:t>
      </w:r>
      <w:r w:rsidR="0085747A" w:rsidRPr="000D7DB9">
        <w:rPr>
          <w:rFonts w:ascii="Corbel" w:hAnsi="Corbel"/>
          <w:i/>
          <w:smallCaps w:val="0"/>
          <w:sz w:val="20"/>
          <w:szCs w:val="20"/>
          <w:u w:val="single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CC34E82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7BA7B6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1DC88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A35B2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EBEAB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982D4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0D922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BAC8CB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9F9C0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730A3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D1B078E" w14:textId="77777777" w:rsidTr="00C05F44">
        <w:tc>
          <w:tcPr>
            <w:tcW w:w="1985" w:type="dxa"/>
            <w:vAlign w:val="center"/>
          </w:tcPr>
          <w:p w14:paraId="4FFDA79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1122A62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40F0E11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F83A5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E3400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47975F8" w14:textId="77777777" w:rsidTr="00C05F44">
        <w:tc>
          <w:tcPr>
            <w:tcW w:w="1985" w:type="dxa"/>
          </w:tcPr>
          <w:p w14:paraId="40FDBE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17BA482" w14:textId="77777777" w:rsidR="0085747A" w:rsidRPr="00A36C4D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C4D">
              <w:rPr>
                <w:rFonts w:ascii="Corbel" w:hAnsi="Corbel"/>
                <w:b w:val="0"/>
                <w:szCs w:val="24"/>
              </w:rPr>
              <w:t xml:space="preserve">kolokwium, egzamin, </w:t>
            </w: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14:paraId="5F630310" w14:textId="77777777" w:rsidR="0085747A" w:rsidRPr="009C54AE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9C54AE" w14:paraId="2C43C626" w14:textId="77777777" w:rsidTr="00C05F44">
        <w:tc>
          <w:tcPr>
            <w:tcW w:w="1985" w:type="dxa"/>
          </w:tcPr>
          <w:p w14:paraId="72AFA0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6A4C74B" w14:textId="77777777" w:rsidR="0085747A" w:rsidRPr="009C54AE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C4D">
              <w:rPr>
                <w:rFonts w:ascii="Corbel" w:hAnsi="Corbel"/>
                <w:b w:val="0"/>
                <w:szCs w:val="24"/>
              </w:rPr>
              <w:t xml:space="preserve">kolokwium, egzamin, </w:t>
            </w: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14:paraId="0A7E59B2" w14:textId="77777777" w:rsidR="0085747A" w:rsidRPr="009C54AE" w:rsidRDefault="00A65B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D7DB9" w:rsidRPr="009C54AE" w14:paraId="789BA5D9" w14:textId="77777777" w:rsidTr="00C05F44">
        <w:tc>
          <w:tcPr>
            <w:tcW w:w="1985" w:type="dxa"/>
          </w:tcPr>
          <w:p w14:paraId="3F157A65" w14:textId="77777777"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36053F52" w14:textId="77777777" w:rsidR="000D7DB9" w:rsidRPr="009C54AE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C4D">
              <w:rPr>
                <w:rFonts w:ascii="Corbel" w:hAnsi="Corbel"/>
                <w:b w:val="0"/>
                <w:szCs w:val="24"/>
              </w:rPr>
              <w:t xml:space="preserve">kolokwium, egzamin, </w:t>
            </w: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14:paraId="025B0356" w14:textId="77777777" w:rsidR="000D7DB9" w:rsidRPr="009C54AE" w:rsidRDefault="00A65B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D7DB9" w:rsidRPr="009C54AE" w14:paraId="13CAD0C2" w14:textId="77777777" w:rsidTr="00C05F44">
        <w:tc>
          <w:tcPr>
            <w:tcW w:w="1985" w:type="dxa"/>
          </w:tcPr>
          <w:p w14:paraId="06366B1A" w14:textId="77777777"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70B772D3" w14:textId="77777777" w:rsidR="000D7DB9" w:rsidRPr="009C54AE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C4D">
              <w:rPr>
                <w:rFonts w:ascii="Corbel" w:hAnsi="Corbel"/>
                <w:b w:val="0"/>
                <w:szCs w:val="24"/>
              </w:rPr>
              <w:t xml:space="preserve">kolokwium, egzamin, </w:t>
            </w: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14:paraId="48BCF333" w14:textId="77777777" w:rsidR="000D7DB9" w:rsidRPr="009C54AE" w:rsidRDefault="00A65B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D7DB9" w:rsidRPr="009C54AE" w14:paraId="78882286" w14:textId="77777777" w:rsidTr="00C05F44">
        <w:tc>
          <w:tcPr>
            <w:tcW w:w="1985" w:type="dxa"/>
          </w:tcPr>
          <w:p w14:paraId="66B76529" w14:textId="77777777"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24B0C910" w14:textId="77777777" w:rsidR="000D7DB9" w:rsidRPr="009C54AE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C4D">
              <w:rPr>
                <w:rFonts w:ascii="Corbel" w:hAnsi="Corbel"/>
                <w:b w:val="0"/>
                <w:szCs w:val="24"/>
              </w:rPr>
              <w:t xml:space="preserve">kolokwium, egzamin, </w:t>
            </w: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14:paraId="2D1E2542" w14:textId="77777777" w:rsidR="000D7DB9" w:rsidRPr="009C54AE" w:rsidRDefault="00A65B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D7DB9" w:rsidRPr="009C54AE" w14:paraId="4A7B7998" w14:textId="77777777" w:rsidTr="00C05F44">
        <w:tc>
          <w:tcPr>
            <w:tcW w:w="1985" w:type="dxa"/>
          </w:tcPr>
          <w:p w14:paraId="19A16ECF" w14:textId="77777777"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6124C60D" w14:textId="77777777" w:rsidR="000D7DB9" w:rsidRPr="009C54AE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obserwacja na zajęciach</w:t>
            </w:r>
          </w:p>
        </w:tc>
        <w:tc>
          <w:tcPr>
            <w:tcW w:w="2126" w:type="dxa"/>
          </w:tcPr>
          <w:p w14:paraId="5ACECC2B" w14:textId="77777777" w:rsidR="000D7DB9" w:rsidRPr="009C54AE" w:rsidRDefault="00A65B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A36C4D" w:rsidRPr="009C54AE" w14:paraId="1382B734" w14:textId="77777777" w:rsidTr="00C05F44">
        <w:tc>
          <w:tcPr>
            <w:tcW w:w="1985" w:type="dxa"/>
          </w:tcPr>
          <w:p w14:paraId="7DF48C3D" w14:textId="77777777" w:rsidR="00A36C4D" w:rsidRPr="009C54AE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29B50010" w14:textId="77777777" w:rsidR="00A36C4D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C4D">
              <w:rPr>
                <w:rFonts w:ascii="Corbel" w:hAnsi="Corbel"/>
                <w:b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14:paraId="1FD0420D" w14:textId="77777777" w:rsidR="00A36C4D" w:rsidRPr="009C54AE" w:rsidRDefault="00A65B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18BB0E8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27F85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76F62D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ECAD408" w14:textId="77777777" w:rsidTr="00923D7D">
        <w:tc>
          <w:tcPr>
            <w:tcW w:w="9670" w:type="dxa"/>
          </w:tcPr>
          <w:p w14:paraId="772FE39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33BF480" w14:textId="34DE0C86" w:rsidR="00923D7D" w:rsidRDefault="000A22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pozytywne zaliczenie </w:t>
            </w:r>
            <w:r w:rsidR="00B45348">
              <w:rPr>
                <w:rFonts w:ascii="Corbel" w:hAnsi="Corbel"/>
                <w:b w:val="0"/>
                <w:smallCaps w:val="0"/>
                <w:szCs w:val="24"/>
              </w:rPr>
              <w:t>jednego 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aktywność na zajęciach (</w:t>
            </w:r>
            <w:r w:rsidR="00140AC6">
              <w:rPr>
                <w:rFonts w:ascii="Corbel" w:hAnsi="Corbel"/>
                <w:b w:val="0"/>
                <w:smallCaps w:val="0"/>
                <w:szCs w:val="24"/>
              </w:rPr>
              <w:t>wyrażająca się min. w udziale w dyskusji, przygotowaniu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prezentacji</w:t>
            </w:r>
            <w:r w:rsidR="009C7ADC">
              <w:rPr>
                <w:rFonts w:ascii="Corbel" w:hAnsi="Corbel"/>
                <w:b w:val="0"/>
                <w:smallCaps w:val="0"/>
                <w:szCs w:val="24"/>
              </w:rPr>
              <w:t>/referatu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2E1F8CB9" w14:textId="77777777" w:rsidR="000A2248" w:rsidRDefault="000A22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obecność na zajęciach</w:t>
            </w:r>
          </w:p>
          <w:p w14:paraId="0B664DDC" w14:textId="77777777" w:rsidR="000A2248" w:rsidRPr="009C54AE" w:rsidRDefault="000A22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w formie pisemnej – ocena pozytywna w przypadku uzyskania co najmniej 50% punktów.</w:t>
            </w:r>
          </w:p>
          <w:p w14:paraId="6EC5A15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634F9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55292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3187B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9C5B4D5" w14:textId="77777777" w:rsidTr="003E1941">
        <w:tc>
          <w:tcPr>
            <w:tcW w:w="4962" w:type="dxa"/>
            <w:vAlign w:val="center"/>
          </w:tcPr>
          <w:p w14:paraId="1D4FA87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3FF073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E742F5E" w14:textId="77777777" w:rsidTr="00923D7D">
        <w:tc>
          <w:tcPr>
            <w:tcW w:w="4962" w:type="dxa"/>
          </w:tcPr>
          <w:p w14:paraId="70B72B03" w14:textId="77777777" w:rsidR="0085747A" w:rsidRPr="005F1619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1619">
              <w:rPr>
                <w:rFonts w:ascii="Corbel" w:hAnsi="Corbel"/>
                <w:sz w:val="24"/>
                <w:szCs w:val="24"/>
              </w:rPr>
              <w:t>G</w:t>
            </w:r>
            <w:r w:rsidR="0085747A" w:rsidRPr="005F161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F161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F161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F1619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5F1619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5F1619">
              <w:rPr>
                <w:rFonts w:ascii="Corbel" w:hAnsi="Corbel"/>
                <w:sz w:val="24"/>
                <w:szCs w:val="24"/>
              </w:rPr>
              <w:t> </w:t>
            </w:r>
            <w:r w:rsidR="0045729E" w:rsidRPr="005F1619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5F161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F1619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5F161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DFA17EA" w14:textId="77777777" w:rsidR="0085747A" w:rsidRPr="009C54AE" w:rsidRDefault="005F16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2293A47" w14:textId="77777777" w:rsidTr="00923D7D">
        <w:tc>
          <w:tcPr>
            <w:tcW w:w="4962" w:type="dxa"/>
          </w:tcPr>
          <w:p w14:paraId="0A4A0E4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27556F">
              <w:rPr>
                <w:rFonts w:ascii="Corbel" w:hAnsi="Corbel"/>
                <w:sz w:val="24"/>
                <w:szCs w:val="24"/>
              </w:rPr>
              <w:t>:</w:t>
            </w:r>
          </w:p>
          <w:p w14:paraId="5613820E" w14:textId="77777777" w:rsidR="0027556F" w:rsidRDefault="00C61DC5" w:rsidP="00130F2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45712402" w14:textId="77777777" w:rsidR="00C61DC5" w:rsidRPr="009C54AE" w:rsidRDefault="00C61DC5" w:rsidP="00130F2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14:paraId="207F4129" w14:textId="77777777" w:rsidR="0027556F" w:rsidRDefault="0027556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CF392F7" w14:textId="77777777" w:rsidR="00C61DC5" w:rsidRDefault="0027556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3759FC1A" w14:textId="77777777" w:rsidR="0027556F" w:rsidRPr="009C54AE" w:rsidRDefault="00130F2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6562B89" w14:textId="77777777" w:rsidTr="00923D7D">
        <w:tc>
          <w:tcPr>
            <w:tcW w:w="4962" w:type="dxa"/>
          </w:tcPr>
          <w:p w14:paraId="52AD7E8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30F2D">
              <w:rPr>
                <w:rFonts w:ascii="Corbel" w:hAnsi="Corbel"/>
                <w:sz w:val="24"/>
                <w:szCs w:val="24"/>
              </w:rPr>
              <w:t>:</w:t>
            </w:r>
          </w:p>
          <w:p w14:paraId="64DCA902" w14:textId="77777777" w:rsidR="00C61DC5" w:rsidRPr="009C54AE" w:rsidRDefault="00130F2D" w:rsidP="00130F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rzygotowanie do zajęć, egzaminu, napisanie referatu </w:t>
            </w:r>
          </w:p>
        </w:tc>
        <w:tc>
          <w:tcPr>
            <w:tcW w:w="4677" w:type="dxa"/>
          </w:tcPr>
          <w:p w14:paraId="004C9E01" w14:textId="77777777" w:rsidR="00C61DC5" w:rsidRPr="009C54AE" w:rsidRDefault="005F16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9C54AE" w14:paraId="5E4FBB0D" w14:textId="77777777" w:rsidTr="00923D7D">
        <w:tc>
          <w:tcPr>
            <w:tcW w:w="4962" w:type="dxa"/>
          </w:tcPr>
          <w:p w14:paraId="02D0EFD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48D5DAF" w14:textId="77777777" w:rsidR="0085747A" w:rsidRPr="009C54AE" w:rsidRDefault="005F16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BB3AD48" w14:textId="77777777" w:rsidTr="00923D7D">
        <w:tc>
          <w:tcPr>
            <w:tcW w:w="4962" w:type="dxa"/>
          </w:tcPr>
          <w:p w14:paraId="33C7D8B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4D2F2A7" w14:textId="77777777" w:rsidR="0085747A" w:rsidRPr="009C54AE" w:rsidRDefault="005F16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70BA1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439359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C9911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CCED6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44C7810" w14:textId="77777777" w:rsidTr="0071620A">
        <w:trPr>
          <w:trHeight w:val="397"/>
        </w:trPr>
        <w:tc>
          <w:tcPr>
            <w:tcW w:w="3544" w:type="dxa"/>
          </w:tcPr>
          <w:p w14:paraId="4617F9D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0D8B2B4" w14:textId="77777777" w:rsidR="0085747A" w:rsidRPr="009C54AE" w:rsidRDefault="00EA00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359127C3" w14:textId="77777777" w:rsidTr="0071620A">
        <w:trPr>
          <w:trHeight w:val="397"/>
        </w:trPr>
        <w:tc>
          <w:tcPr>
            <w:tcW w:w="3544" w:type="dxa"/>
          </w:tcPr>
          <w:p w14:paraId="74A6BB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E4BE" w14:textId="77777777" w:rsidR="0085747A" w:rsidRPr="009C54AE" w:rsidRDefault="00EA00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AF3C6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AD301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41A685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FB695C0" w14:textId="77777777" w:rsidTr="0071620A">
        <w:trPr>
          <w:trHeight w:val="397"/>
        </w:trPr>
        <w:tc>
          <w:tcPr>
            <w:tcW w:w="7513" w:type="dxa"/>
          </w:tcPr>
          <w:p w14:paraId="14220C8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9485E7A" w14:textId="77777777" w:rsidR="004D4793" w:rsidRDefault="004D4793" w:rsidP="004D4793">
            <w:pPr>
              <w:pStyle w:val="Punktygwne"/>
              <w:spacing w:before="0" w:after="0"/>
              <w:ind w:left="743" w:hanging="56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D7EFC">
              <w:rPr>
                <w:rFonts w:ascii="Corbel" w:hAnsi="Corbel"/>
                <w:b w:val="0"/>
                <w:smallCaps w:val="0"/>
                <w:szCs w:val="24"/>
              </w:rPr>
              <w:t>Carr</w:t>
            </w:r>
            <w:proofErr w:type="spellEnd"/>
            <w:r w:rsidRPr="00BD7EFC">
              <w:rPr>
                <w:rFonts w:ascii="Corbel" w:hAnsi="Corbel"/>
                <w:b w:val="0"/>
                <w:smallCaps w:val="0"/>
                <w:szCs w:val="24"/>
              </w:rPr>
              <w:t xml:space="preserve"> N., Płytki umysł. Jak Internet wpływa na nasz mózg, Gliwice: Helion, 2013</w:t>
            </w:r>
          </w:p>
          <w:p w14:paraId="685D65AE" w14:textId="77777777" w:rsidR="004D4793" w:rsidRPr="00C86901" w:rsidRDefault="004D4793" w:rsidP="004D4793">
            <w:pPr>
              <w:pStyle w:val="Punktygwne"/>
              <w:spacing w:before="0" w:after="0"/>
              <w:ind w:left="743" w:hanging="56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86901">
              <w:rPr>
                <w:rFonts w:ascii="Corbel" w:hAnsi="Corbel"/>
                <w:b w:val="0"/>
                <w:smallCaps w:val="0"/>
                <w:szCs w:val="24"/>
              </w:rPr>
              <w:t>Desmurget</w:t>
            </w:r>
            <w:proofErr w:type="spellEnd"/>
            <w:r w:rsidRPr="00C86901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proofErr w:type="spellStart"/>
            <w:r w:rsidRPr="00C8690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Teleogłupianie</w:t>
            </w:r>
            <w:proofErr w:type="spellEnd"/>
            <w:r w:rsidRPr="00C8690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, </w:t>
            </w:r>
            <w:r w:rsidRPr="00C86901">
              <w:rPr>
                <w:rFonts w:ascii="Corbel" w:hAnsi="Corbel"/>
                <w:b w:val="0"/>
                <w:smallCaps w:val="0"/>
                <w:szCs w:val="24"/>
              </w:rPr>
              <w:t>Warszawa: Czarna Owca, 2012.</w:t>
            </w:r>
          </w:p>
          <w:p w14:paraId="6212ABAF" w14:textId="77777777" w:rsidR="004D4793" w:rsidRPr="00C86901" w:rsidRDefault="004D4793" w:rsidP="004D4793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Dudzikowa M.; </w:t>
            </w: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Czerepaniak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-Walczak M.,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>Wychowanie. Pojęcia. Procesy. Konteksty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>Interdyscyplinarne ujęcie</w:t>
            </w:r>
            <w:r w:rsidRPr="00C86901">
              <w:rPr>
                <w:rFonts w:ascii="Corbel" w:hAnsi="Corbel"/>
                <w:sz w:val="24"/>
                <w:szCs w:val="24"/>
              </w:rPr>
              <w:t>. T. 1</w:t>
            </w:r>
            <w:r w:rsidR="00401851">
              <w:rPr>
                <w:rFonts w:ascii="Corbel" w:hAnsi="Corbel"/>
                <w:sz w:val="24"/>
                <w:szCs w:val="24"/>
              </w:rPr>
              <w:t>-5</w:t>
            </w:r>
            <w:r w:rsidR="0026391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 Gdańsk GWP 2007.</w:t>
            </w:r>
          </w:p>
          <w:p w14:paraId="015152DD" w14:textId="77777777" w:rsidR="00B50D96" w:rsidRPr="00C86901" w:rsidRDefault="004D4793" w:rsidP="00B50D96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lastRenderedPageBreak/>
              <w:t xml:space="preserve">Encyklopedia Pedagogiczna, </w:t>
            </w:r>
            <w:r w:rsidRPr="00C86901">
              <w:rPr>
                <w:rFonts w:ascii="Corbel" w:hAnsi="Corbel"/>
                <w:sz w:val="24"/>
                <w:szCs w:val="24"/>
              </w:rPr>
              <w:t>(red.) W. Pomykało, Warszawa: Fundacja Innowacja 1997.</w:t>
            </w:r>
          </w:p>
          <w:p w14:paraId="27E4862F" w14:textId="77777777" w:rsidR="004D4793" w:rsidRPr="00C86901" w:rsidRDefault="004D4793" w:rsidP="0026391F">
            <w:pPr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Janicka I, Liberska H., </w:t>
            </w: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Psychologia rodziny, </w:t>
            </w:r>
            <w:r w:rsidRPr="00C86901">
              <w:rPr>
                <w:rFonts w:ascii="Corbel" w:hAnsi="Corbel"/>
                <w:sz w:val="24"/>
                <w:szCs w:val="24"/>
              </w:rPr>
              <w:t>Warszawa: PWN, 2014.</w:t>
            </w:r>
            <w:r w:rsidR="0026391F" w:rsidRPr="00C86901">
              <w:rPr>
                <w:rFonts w:ascii="Corbel" w:hAnsi="Corbel"/>
                <w:sz w:val="24"/>
                <w:szCs w:val="24"/>
              </w:rPr>
              <w:t xml:space="preserve"> Janowski A., </w:t>
            </w:r>
            <w:r w:rsidR="0026391F" w:rsidRPr="00C86901">
              <w:rPr>
                <w:rFonts w:ascii="Corbel" w:hAnsi="Corbel"/>
                <w:i/>
                <w:sz w:val="24"/>
                <w:szCs w:val="24"/>
              </w:rPr>
              <w:t xml:space="preserve">Uczeń w teatrze życia szkolnego, </w:t>
            </w:r>
            <w:r w:rsidR="0026391F" w:rsidRPr="00C86901">
              <w:rPr>
                <w:rFonts w:ascii="Corbel" w:hAnsi="Corbel"/>
                <w:sz w:val="24"/>
                <w:szCs w:val="24"/>
              </w:rPr>
              <w:t>Warszawa: WSiP 1989</w:t>
            </w:r>
          </w:p>
          <w:p w14:paraId="04FC7EC3" w14:textId="77777777" w:rsidR="004D4793" w:rsidRPr="00C86901" w:rsidRDefault="004D4793" w:rsidP="004D4793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ABC wychowania, </w:t>
            </w:r>
            <w:r w:rsidRPr="00C86901">
              <w:rPr>
                <w:rFonts w:ascii="Corbel" w:hAnsi="Corbel"/>
                <w:sz w:val="24"/>
                <w:szCs w:val="24"/>
              </w:rPr>
              <w:t>Lublin: UMCS, 1999.</w:t>
            </w:r>
          </w:p>
          <w:p w14:paraId="6597BAF8" w14:textId="77777777" w:rsidR="004D4793" w:rsidRPr="00C86901" w:rsidRDefault="004D4793" w:rsidP="004D4793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Muszyński H., </w:t>
            </w: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Zarys teorii wychowania, </w:t>
            </w:r>
            <w:r w:rsidRPr="00C86901">
              <w:rPr>
                <w:rFonts w:ascii="Corbel" w:hAnsi="Corbel"/>
                <w:sz w:val="24"/>
                <w:szCs w:val="24"/>
              </w:rPr>
              <w:t>Warszawa: PWN 1981.</w:t>
            </w:r>
          </w:p>
          <w:p w14:paraId="08ECA02A" w14:textId="77777777" w:rsidR="004D4793" w:rsidRPr="00C86901" w:rsidRDefault="004D4793" w:rsidP="004D4793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Patzlaff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Zastygłe spojrzenie. Fizjologiczne skutki patrzenia na ekran a rozwój dziecka, </w:t>
            </w:r>
            <w:r w:rsidRPr="00C86901">
              <w:rPr>
                <w:rFonts w:ascii="Corbel" w:hAnsi="Corbel"/>
                <w:sz w:val="24"/>
                <w:szCs w:val="24"/>
              </w:rPr>
              <w:t>Kraków: Impuls 2008.</w:t>
            </w:r>
          </w:p>
          <w:p w14:paraId="78C921CD" w14:textId="77777777" w:rsidR="004D4793" w:rsidRPr="00C86901" w:rsidRDefault="004D4793" w:rsidP="004D4793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sz w:val="24"/>
                <w:szCs w:val="24"/>
              </w:rPr>
              <w:t>Pedagogika.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>Podręcznik akademicki, t. 1, 2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, red. B. Śliwerski, Z. Kwieciński. Warszawa: PWN 2004, </w:t>
            </w:r>
          </w:p>
          <w:p w14:paraId="5722BEAA" w14:textId="6EDFA4B7" w:rsidR="004D4793" w:rsidRDefault="004D4793" w:rsidP="004D4793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sz w:val="24"/>
                <w:szCs w:val="24"/>
              </w:rPr>
              <w:t>Pedagogika. Podstawy nauk o wychowaniu</w:t>
            </w:r>
            <w:r w:rsidRPr="00C86901">
              <w:rPr>
                <w:rFonts w:ascii="Corbel" w:hAnsi="Corbel"/>
                <w:sz w:val="24"/>
                <w:szCs w:val="24"/>
              </w:rPr>
              <w:t>. T. 1.</w:t>
            </w:r>
            <w:r w:rsidR="0026391F">
              <w:rPr>
                <w:rFonts w:ascii="Corbel" w:hAnsi="Corbel"/>
                <w:sz w:val="24"/>
                <w:szCs w:val="24"/>
              </w:rPr>
              <w:t>, 4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 red. B. Śliwerski, Gdańsk: GWP 2006. </w:t>
            </w:r>
          </w:p>
          <w:p w14:paraId="14BEFD17" w14:textId="5B05F6FF" w:rsidR="00DC55D2" w:rsidRPr="00C86901" w:rsidRDefault="00DC55D2" w:rsidP="00DC55D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iCs/>
                <w:sz w:val="24"/>
                <w:szCs w:val="24"/>
              </w:rPr>
              <w:t>Pedagogika</w:t>
            </w:r>
            <w:r>
              <w:rPr>
                <w:rFonts w:ascii="Corbel" w:hAnsi="Corbel"/>
                <w:sz w:val="24"/>
                <w:szCs w:val="24"/>
              </w:rPr>
              <w:t>, red. Zb. Kwieciński, B. Śliwerski, Wydawnictwo Naukowe PWN, Warszawa 2019.</w:t>
            </w:r>
          </w:p>
          <w:p w14:paraId="6AF97013" w14:textId="77777777" w:rsidR="004D4793" w:rsidRPr="00C86901" w:rsidRDefault="00B50D96" w:rsidP="00506701">
            <w:pPr>
              <w:spacing w:after="0" w:line="240" w:lineRule="auto"/>
              <w:ind w:left="1026" w:hanging="85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A31169">
              <w:rPr>
                <w:rFonts w:ascii="Corbel" w:hAnsi="Corbel"/>
                <w:i/>
                <w:iCs/>
                <w:sz w:val="24"/>
                <w:szCs w:val="24"/>
              </w:rPr>
              <w:t>Przemoc w rodzinie</w:t>
            </w:r>
            <w:r w:rsidRPr="00C86901">
              <w:rPr>
                <w:rFonts w:ascii="Corbel" w:hAnsi="Corbel"/>
                <w:sz w:val="24"/>
                <w:szCs w:val="24"/>
              </w:rPr>
              <w:t>, Warszawa PWN1994</w:t>
            </w:r>
          </w:p>
          <w:p w14:paraId="7E4D6D74" w14:textId="77777777" w:rsidR="004D4793" w:rsidRPr="00C86901" w:rsidRDefault="004D4793" w:rsidP="00506701">
            <w:pPr>
              <w:spacing w:after="0" w:line="240" w:lineRule="auto"/>
              <w:ind w:left="743" w:hanging="567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Szlendak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Socjologia rodziny. Ewolucja, historia, zróżnicowanie. </w:t>
            </w:r>
            <w:r w:rsidRPr="00C86901">
              <w:rPr>
                <w:rFonts w:ascii="Corbel" w:hAnsi="Corbel"/>
                <w:sz w:val="24"/>
                <w:szCs w:val="24"/>
              </w:rPr>
              <w:t>Warszawa: Wyd. Naukowe PWN, 2010.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</w:p>
          <w:p w14:paraId="7B6CF259" w14:textId="77777777" w:rsidR="004D4793" w:rsidRPr="00C86901" w:rsidRDefault="004D4793" w:rsidP="004D4793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sz w:val="24"/>
                <w:szCs w:val="24"/>
              </w:rPr>
              <w:t>Sztuka nauczania. Szkoła</w:t>
            </w:r>
            <w:r w:rsidRPr="00C86901">
              <w:rPr>
                <w:rFonts w:ascii="Corbel" w:hAnsi="Corbel"/>
                <w:sz w:val="24"/>
                <w:szCs w:val="24"/>
              </w:rPr>
              <w:t>., red, K. Konarzewski, Wyd. Nauk. PWN 2009.</w:t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cr/>
              <w:t>arszawa:Wiedza Powszechna, 2009mne zadanie domowe)</w:t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</w:p>
          <w:p w14:paraId="1D9A403D" w14:textId="77777777" w:rsidR="004D4793" w:rsidRPr="00C86901" w:rsidRDefault="004D4793" w:rsidP="004D4793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Ziemska M., </w:t>
            </w: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Postawy rodzicielskie, </w:t>
            </w:r>
            <w:r w:rsidRPr="00C86901">
              <w:rPr>
                <w:rFonts w:ascii="Corbel" w:hAnsi="Corbel"/>
                <w:sz w:val="24"/>
                <w:szCs w:val="24"/>
              </w:rPr>
              <w:t>Warszawa: Wiedza Powszechna, 2009.</w:t>
            </w:r>
          </w:p>
          <w:p w14:paraId="419F1A09" w14:textId="77777777" w:rsidR="004D4793" w:rsidRPr="009C54AE" w:rsidRDefault="004D47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817A5DF" w14:textId="77777777" w:rsidTr="0071620A">
        <w:trPr>
          <w:trHeight w:val="397"/>
        </w:trPr>
        <w:tc>
          <w:tcPr>
            <w:tcW w:w="7513" w:type="dxa"/>
          </w:tcPr>
          <w:p w14:paraId="6A9BAF5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1A31045" w14:textId="77777777" w:rsidR="0026391F" w:rsidRPr="00C86901" w:rsidRDefault="0026391F" w:rsidP="0026391F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Aronson E.,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Człowiek istota społeczna, </w:t>
            </w:r>
            <w:r w:rsidRPr="00C86901">
              <w:rPr>
                <w:rFonts w:ascii="Corbel" w:hAnsi="Corbel"/>
                <w:sz w:val="24"/>
                <w:szCs w:val="24"/>
              </w:rPr>
              <w:t>Warszawa: PWN, 1997.</w:t>
            </w:r>
          </w:p>
          <w:p w14:paraId="17B41B95" w14:textId="77777777" w:rsidR="0026391F" w:rsidRPr="00C86901" w:rsidRDefault="0026391F" w:rsidP="0026391F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Encyklopedia pedagogiczna XXI wieku, (red.) </w:t>
            </w:r>
            <w:r w:rsidRPr="00C86901">
              <w:rPr>
                <w:rFonts w:ascii="Corbel" w:hAnsi="Corbel"/>
                <w:sz w:val="24"/>
                <w:szCs w:val="24"/>
              </w:rPr>
              <w:t>T. Pilch, Warszawa: Żak, 2008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</w:p>
          <w:p w14:paraId="7392E7FC" w14:textId="77777777" w:rsidR="0026391F" w:rsidRPr="00C86901" w:rsidRDefault="0026391F" w:rsidP="0026391F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Hejnicka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– </w:t>
            </w: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Bezwińska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T. ,</w:t>
            </w: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Pedagogika ogólna, 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Wydawnictwa Akademickie i Profesjonalne, 2008. </w:t>
            </w:r>
          </w:p>
          <w:p w14:paraId="65DAABFA" w14:textId="77777777" w:rsidR="0026391F" w:rsidRPr="0026391F" w:rsidRDefault="0026391F" w:rsidP="0026391F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C86901">
              <w:rPr>
                <w:rFonts w:ascii="Corbel" w:hAnsi="Corbel"/>
                <w:iCs/>
                <w:sz w:val="24"/>
                <w:szCs w:val="24"/>
              </w:rPr>
              <w:t xml:space="preserve">Izdebska J.,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Rodzina, dziecko, telewizja: szanse wychowawcze i zagrożenia telewizji, </w:t>
            </w:r>
            <w:r w:rsidRPr="00C86901">
              <w:rPr>
                <w:rFonts w:ascii="Corbel" w:hAnsi="Corbel"/>
                <w:iCs/>
                <w:sz w:val="24"/>
                <w:szCs w:val="24"/>
              </w:rPr>
              <w:t>Białystok: Trans Humana 1996.</w:t>
            </w:r>
          </w:p>
          <w:p w14:paraId="1104725C" w14:textId="77777777" w:rsidR="0026391F" w:rsidRPr="00C86901" w:rsidRDefault="0026391F" w:rsidP="0026391F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Jundziłł I., Dziecko ofiara przemocy, Warszawa: WSiP 1993.</w:t>
            </w:r>
          </w:p>
          <w:p w14:paraId="72A3F368" w14:textId="77777777" w:rsidR="0026391F" w:rsidRPr="00C86901" w:rsidRDefault="0026391F" w:rsidP="0026391F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Karkowska M., Czarnecka W., Przemoc w szkole, Kraków Impuls 2000</w:t>
            </w:r>
          </w:p>
          <w:p w14:paraId="16BDE1A2" w14:textId="77777777" w:rsidR="0026391F" w:rsidRDefault="0026391F" w:rsidP="0026391F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C86901">
              <w:rPr>
                <w:rFonts w:ascii="Corbel" w:hAnsi="Corbel"/>
                <w:iCs/>
                <w:sz w:val="24"/>
                <w:szCs w:val="24"/>
              </w:rPr>
              <w:t xml:space="preserve">Kwieciński Z.,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Socjopatologia edukacji, </w:t>
            </w:r>
            <w:r w:rsidRPr="00C86901">
              <w:rPr>
                <w:rFonts w:ascii="Corbel" w:hAnsi="Corbel"/>
                <w:iCs/>
                <w:sz w:val="24"/>
                <w:szCs w:val="24"/>
              </w:rPr>
              <w:t>1995</w:t>
            </w:r>
          </w:p>
          <w:p w14:paraId="0D85B947" w14:textId="77777777" w:rsidR="0026391F" w:rsidRDefault="0026391F" w:rsidP="0026391F">
            <w:pPr>
              <w:spacing w:after="0" w:line="240" w:lineRule="auto"/>
              <w:ind w:left="1026" w:hanging="992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Corbel" w:hAnsi="Corbel"/>
                <w:iCs/>
                <w:sz w:val="24"/>
                <w:szCs w:val="24"/>
              </w:rPr>
              <w:t>Meighan</w:t>
            </w:r>
            <w:proofErr w:type="spellEnd"/>
            <w:r>
              <w:rPr>
                <w:rFonts w:ascii="Corbel" w:hAnsi="Corbel"/>
                <w:iCs/>
                <w:sz w:val="24"/>
                <w:szCs w:val="24"/>
              </w:rPr>
              <w:t xml:space="preserve"> R.,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Socjologia edukacji, </w:t>
            </w:r>
            <w:r>
              <w:rPr>
                <w:rFonts w:ascii="Corbel" w:hAnsi="Corbel"/>
                <w:iCs/>
                <w:sz w:val="24"/>
                <w:szCs w:val="24"/>
              </w:rPr>
              <w:t>Toruń: UMK 1993</w:t>
            </w:r>
            <w:r w:rsidRPr="00BD7EFC">
              <w:rPr>
                <w:rFonts w:ascii="Times New Roman" w:hAnsi="Times New Roman"/>
              </w:rPr>
              <w:t xml:space="preserve"> </w:t>
            </w:r>
          </w:p>
          <w:p w14:paraId="5E219FD3" w14:textId="77777777" w:rsidR="0026391F" w:rsidRDefault="0026391F" w:rsidP="0026391F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BD7EFC">
              <w:rPr>
                <w:rFonts w:ascii="Corbel" w:hAnsi="Corbel"/>
                <w:iCs/>
                <w:sz w:val="24"/>
                <w:szCs w:val="24"/>
              </w:rPr>
              <w:t xml:space="preserve">Melosik Z., </w:t>
            </w:r>
            <w:r w:rsidRPr="00BD7EFC">
              <w:rPr>
                <w:rFonts w:ascii="Corbel" w:hAnsi="Corbel"/>
                <w:i/>
                <w:iCs/>
                <w:sz w:val="24"/>
                <w:szCs w:val="24"/>
              </w:rPr>
              <w:t>Teoria i praktyka edukacji wielokulturowej</w:t>
            </w:r>
            <w:r>
              <w:rPr>
                <w:rFonts w:ascii="Corbel" w:hAnsi="Corbel"/>
                <w:iCs/>
                <w:sz w:val="24"/>
                <w:szCs w:val="24"/>
              </w:rPr>
              <w:t>, Kraków: Impuls, 2009.</w:t>
            </w:r>
          </w:p>
          <w:p w14:paraId="4AFD42FC" w14:textId="76C75E64" w:rsidR="0026391F" w:rsidRPr="00DC55D2" w:rsidRDefault="0026391F" w:rsidP="0026391F">
            <w:pPr>
              <w:spacing w:after="0" w:line="240" w:lineRule="auto"/>
              <w:ind w:left="1026" w:hanging="992"/>
              <w:jc w:val="both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DC55D2">
              <w:rPr>
                <w:rFonts w:asciiTheme="majorHAnsi" w:hAnsiTheme="majorHAnsi"/>
                <w:sz w:val="24"/>
                <w:szCs w:val="24"/>
              </w:rPr>
              <w:t>Rittelmeyer</w:t>
            </w:r>
            <w:proofErr w:type="spellEnd"/>
            <w:r w:rsidRPr="00DC55D2">
              <w:rPr>
                <w:rFonts w:asciiTheme="majorHAnsi" w:hAnsiTheme="majorHAnsi"/>
                <w:sz w:val="24"/>
                <w:szCs w:val="24"/>
              </w:rPr>
              <w:t xml:space="preserve"> Ch., </w:t>
            </w:r>
            <w:r w:rsidRPr="00DC55D2">
              <w:rPr>
                <w:rFonts w:asciiTheme="majorHAnsi" w:hAnsiTheme="majorHAnsi"/>
                <w:i/>
                <w:sz w:val="24"/>
                <w:szCs w:val="24"/>
              </w:rPr>
              <w:t xml:space="preserve">Dzieciństwo w opresji. Pomiędzy przemysłem kulturowym a technokratycznymi reformami szkolnictwa, </w:t>
            </w:r>
            <w:r w:rsidRPr="00DC55D2">
              <w:rPr>
                <w:rFonts w:asciiTheme="majorHAnsi" w:hAnsiTheme="majorHAnsi"/>
                <w:sz w:val="24"/>
                <w:szCs w:val="24"/>
              </w:rPr>
              <w:t>Kraków: Impuls, 2009.</w:t>
            </w:r>
          </w:p>
          <w:p w14:paraId="597D1F88" w14:textId="77777777" w:rsidR="00522D23" w:rsidRPr="00DC55D2" w:rsidRDefault="00522D23" w:rsidP="0026391F">
            <w:pPr>
              <w:spacing w:after="0" w:line="240" w:lineRule="auto"/>
              <w:ind w:left="1026" w:hanging="992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5474B72" w14:textId="4D702F31" w:rsidR="00522D23" w:rsidRPr="00522D23" w:rsidRDefault="00DC55D2" w:rsidP="00522D23">
            <w:pPr>
              <w:spacing w:after="0" w:line="240" w:lineRule="auto"/>
              <w:jc w:val="both"/>
              <w:rPr>
                <w:rFonts w:asciiTheme="majorHAnsi" w:eastAsia="Times New Roman" w:hAnsiTheme="majorHAnsi"/>
                <w:sz w:val="24"/>
                <w:szCs w:val="24"/>
                <w:lang w:eastAsia="pl-PL"/>
              </w:rPr>
            </w:pPr>
            <w:r w:rsidRPr="00DC55D2">
              <w:rPr>
                <w:rFonts w:asciiTheme="majorHAnsi" w:eastAsia="Times New Roman" w:hAnsiTheme="majorHAnsi"/>
                <w:iCs/>
                <w:sz w:val="24"/>
                <w:szCs w:val="24"/>
                <w:lang w:eastAsia="pl-PL"/>
              </w:rPr>
              <w:t xml:space="preserve">Tłuczek-Tadla E., </w:t>
            </w:r>
            <w:r w:rsidR="00522D23" w:rsidRPr="00522D23">
              <w:rPr>
                <w:rFonts w:asciiTheme="majorHAnsi" w:eastAsia="Times New Roman" w:hAnsiTheme="majorHAnsi"/>
                <w:i/>
                <w:sz w:val="24"/>
                <w:szCs w:val="24"/>
                <w:lang w:eastAsia="pl-PL"/>
              </w:rPr>
              <w:t>Wychowanie ku zaangażowaniu społecznemu jako sposób przeciwdziałania uzależnieniom wśród młodzieży</w:t>
            </w:r>
            <w:r w:rsidR="00522D23" w:rsidRPr="00522D23">
              <w:rPr>
                <w:rFonts w:asciiTheme="majorHAnsi" w:eastAsia="Times New Roman" w:hAnsiTheme="majorHAnsi"/>
                <w:sz w:val="24"/>
                <w:szCs w:val="24"/>
                <w:lang w:eastAsia="pl-PL"/>
              </w:rPr>
              <w:t xml:space="preserve"> [w:] „Wychowanie na co dzień” 2009, Nr 10-11 (193-194) Październik-Listopad  (artykuł), s. 17-22.</w:t>
            </w:r>
          </w:p>
          <w:p w14:paraId="70FF9583" w14:textId="77777777" w:rsidR="004D4793" w:rsidRPr="009C54AE" w:rsidRDefault="004D4793" w:rsidP="0026391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5E43296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9893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591D3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7FED7F" w14:textId="77777777" w:rsidR="00825E36" w:rsidRDefault="00825E36" w:rsidP="00C16ABF">
      <w:pPr>
        <w:spacing w:after="0" w:line="240" w:lineRule="auto"/>
      </w:pPr>
      <w:r>
        <w:separator/>
      </w:r>
    </w:p>
  </w:endnote>
  <w:endnote w:type="continuationSeparator" w:id="0">
    <w:p w14:paraId="2CB6B912" w14:textId="77777777" w:rsidR="00825E36" w:rsidRDefault="00825E3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5F3621" w14:textId="77777777" w:rsidR="00825E36" w:rsidRDefault="00825E36" w:rsidP="00C16ABF">
      <w:pPr>
        <w:spacing w:after="0" w:line="240" w:lineRule="auto"/>
      </w:pPr>
      <w:r>
        <w:separator/>
      </w:r>
    </w:p>
  </w:footnote>
  <w:footnote w:type="continuationSeparator" w:id="0">
    <w:p w14:paraId="13C6F9D3" w14:textId="77777777" w:rsidR="00825E36" w:rsidRDefault="00825E36" w:rsidP="00C16ABF">
      <w:pPr>
        <w:spacing w:after="0" w:line="240" w:lineRule="auto"/>
      </w:pPr>
      <w:r>
        <w:continuationSeparator/>
      </w:r>
    </w:p>
  </w:footnote>
  <w:footnote w:id="1">
    <w:p w14:paraId="3375ED3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D4D3C"/>
    <w:multiLevelType w:val="hybridMultilevel"/>
    <w:tmpl w:val="2B68931C"/>
    <w:lvl w:ilvl="0" w:tplc="7D34BD0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0"/>
        </w:tabs>
        <w:ind w:left="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6C5651D"/>
    <w:multiLevelType w:val="hybridMultilevel"/>
    <w:tmpl w:val="AEF8D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610AFC"/>
    <w:multiLevelType w:val="hybridMultilevel"/>
    <w:tmpl w:val="EA8C8A6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280C"/>
    <w:rsid w:val="00042A51"/>
    <w:rsid w:val="00042D2E"/>
    <w:rsid w:val="00044C82"/>
    <w:rsid w:val="00067BED"/>
    <w:rsid w:val="00070ED6"/>
    <w:rsid w:val="000742DC"/>
    <w:rsid w:val="00084C12"/>
    <w:rsid w:val="00093EBD"/>
    <w:rsid w:val="0009462C"/>
    <w:rsid w:val="00094B12"/>
    <w:rsid w:val="00096C46"/>
    <w:rsid w:val="000A2248"/>
    <w:rsid w:val="000A296F"/>
    <w:rsid w:val="000A2A28"/>
    <w:rsid w:val="000B192D"/>
    <w:rsid w:val="000B28EE"/>
    <w:rsid w:val="000B3E37"/>
    <w:rsid w:val="000D04B0"/>
    <w:rsid w:val="000D5FD3"/>
    <w:rsid w:val="000D7DB9"/>
    <w:rsid w:val="000F1C57"/>
    <w:rsid w:val="000F5615"/>
    <w:rsid w:val="00111E72"/>
    <w:rsid w:val="00124BFF"/>
    <w:rsid w:val="0012560E"/>
    <w:rsid w:val="00127108"/>
    <w:rsid w:val="00130F2D"/>
    <w:rsid w:val="00134B13"/>
    <w:rsid w:val="00140AC6"/>
    <w:rsid w:val="00146BC0"/>
    <w:rsid w:val="00150229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1938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391F"/>
    <w:rsid w:val="0027556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09D"/>
    <w:rsid w:val="002D3375"/>
    <w:rsid w:val="002D4B57"/>
    <w:rsid w:val="002D73D4"/>
    <w:rsid w:val="002E457C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1851"/>
    <w:rsid w:val="00414E3C"/>
    <w:rsid w:val="0042244A"/>
    <w:rsid w:val="0042745A"/>
    <w:rsid w:val="00431D5C"/>
    <w:rsid w:val="004362C6"/>
    <w:rsid w:val="00437FA2"/>
    <w:rsid w:val="00441CAD"/>
    <w:rsid w:val="00441EE7"/>
    <w:rsid w:val="00445193"/>
    <w:rsid w:val="00445970"/>
    <w:rsid w:val="00445F40"/>
    <w:rsid w:val="0045729E"/>
    <w:rsid w:val="00461EFC"/>
    <w:rsid w:val="004652C2"/>
    <w:rsid w:val="004706D1"/>
    <w:rsid w:val="00471326"/>
    <w:rsid w:val="0047598D"/>
    <w:rsid w:val="00481891"/>
    <w:rsid w:val="004840FD"/>
    <w:rsid w:val="00490F7D"/>
    <w:rsid w:val="00491678"/>
    <w:rsid w:val="004968E2"/>
    <w:rsid w:val="004A3EEA"/>
    <w:rsid w:val="004A4D1F"/>
    <w:rsid w:val="004D4793"/>
    <w:rsid w:val="004D5282"/>
    <w:rsid w:val="004D7196"/>
    <w:rsid w:val="004F1551"/>
    <w:rsid w:val="004F55A3"/>
    <w:rsid w:val="0050496F"/>
    <w:rsid w:val="00506701"/>
    <w:rsid w:val="00513B6F"/>
    <w:rsid w:val="00517C63"/>
    <w:rsid w:val="00522D23"/>
    <w:rsid w:val="00526C94"/>
    <w:rsid w:val="00534050"/>
    <w:rsid w:val="005363C4"/>
    <w:rsid w:val="00536BDE"/>
    <w:rsid w:val="00543ACC"/>
    <w:rsid w:val="00556425"/>
    <w:rsid w:val="0056696D"/>
    <w:rsid w:val="00573EF9"/>
    <w:rsid w:val="00592AAC"/>
    <w:rsid w:val="0059484D"/>
    <w:rsid w:val="0059692B"/>
    <w:rsid w:val="005A0855"/>
    <w:rsid w:val="005A3196"/>
    <w:rsid w:val="005C080F"/>
    <w:rsid w:val="005C55E5"/>
    <w:rsid w:val="005C696A"/>
    <w:rsid w:val="005E6E85"/>
    <w:rsid w:val="005F1184"/>
    <w:rsid w:val="005F1619"/>
    <w:rsid w:val="005F31D2"/>
    <w:rsid w:val="0061029B"/>
    <w:rsid w:val="00617230"/>
    <w:rsid w:val="00621CE1"/>
    <w:rsid w:val="00627FC9"/>
    <w:rsid w:val="00634DF1"/>
    <w:rsid w:val="00647FA8"/>
    <w:rsid w:val="00650C5F"/>
    <w:rsid w:val="00654934"/>
    <w:rsid w:val="006615F5"/>
    <w:rsid w:val="006620D9"/>
    <w:rsid w:val="00671958"/>
    <w:rsid w:val="00675843"/>
    <w:rsid w:val="0068450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911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5E36"/>
    <w:rsid w:val="008449B3"/>
    <w:rsid w:val="0085747A"/>
    <w:rsid w:val="0087137D"/>
    <w:rsid w:val="00884922"/>
    <w:rsid w:val="00885F64"/>
    <w:rsid w:val="008917F9"/>
    <w:rsid w:val="008963D1"/>
    <w:rsid w:val="008A45F7"/>
    <w:rsid w:val="008A4B5D"/>
    <w:rsid w:val="008C0CC0"/>
    <w:rsid w:val="008C19A9"/>
    <w:rsid w:val="008C2B30"/>
    <w:rsid w:val="008C379D"/>
    <w:rsid w:val="008C5147"/>
    <w:rsid w:val="008C5359"/>
    <w:rsid w:val="008C5363"/>
    <w:rsid w:val="008D3DFB"/>
    <w:rsid w:val="008E64F4"/>
    <w:rsid w:val="008F12C9"/>
    <w:rsid w:val="008F6E29"/>
    <w:rsid w:val="00900719"/>
    <w:rsid w:val="00916188"/>
    <w:rsid w:val="00923D7D"/>
    <w:rsid w:val="00936FDF"/>
    <w:rsid w:val="009508DF"/>
    <w:rsid w:val="00950DAC"/>
    <w:rsid w:val="00954A07"/>
    <w:rsid w:val="00980399"/>
    <w:rsid w:val="00997F14"/>
    <w:rsid w:val="009A78D9"/>
    <w:rsid w:val="009B77BC"/>
    <w:rsid w:val="009C1331"/>
    <w:rsid w:val="009C3E31"/>
    <w:rsid w:val="009C54AE"/>
    <w:rsid w:val="009C788E"/>
    <w:rsid w:val="009C7ADC"/>
    <w:rsid w:val="009C7B8F"/>
    <w:rsid w:val="009E349D"/>
    <w:rsid w:val="009E3B41"/>
    <w:rsid w:val="009F3C5C"/>
    <w:rsid w:val="009F4610"/>
    <w:rsid w:val="00A00ECC"/>
    <w:rsid w:val="00A039EA"/>
    <w:rsid w:val="00A155EE"/>
    <w:rsid w:val="00A2245B"/>
    <w:rsid w:val="00A30110"/>
    <w:rsid w:val="00A31169"/>
    <w:rsid w:val="00A36899"/>
    <w:rsid w:val="00A36C4D"/>
    <w:rsid w:val="00A371F6"/>
    <w:rsid w:val="00A43BF6"/>
    <w:rsid w:val="00A53FA5"/>
    <w:rsid w:val="00A54817"/>
    <w:rsid w:val="00A601C8"/>
    <w:rsid w:val="00A60799"/>
    <w:rsid w:val="00A65B2C"/>
    <w:rsid w:val="00A84C85"/>
    <w:rsid w:val="00A97DE1"/>
    <w:rsid w:val="00AA1150"/>
    <w:rsid w:val="00AB053C"/>
    <w:rsid w:val="00AC508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5348"/>
    <w:rsid w:val="00B50D96"/>
    <w:rsid w:val="00B607DB"/>
    <w:rsid w:val="00B66529"/>
    <w:rsid w:val="00B74BB4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2654"/>
    <w:rsid w:val="00BE5593"/>
    <w:rsid w:val="00BF2C41"/>
    <w:rsid w:val="00C058B4"/>
    <w:rsid w:val="00C05F44"/>
    <w:rsid w:val="00C131B5"/>
    <w:rsid w:val="00C16ABF"/>
    <w:rsid w:val="00C170AE"/>
    <w:rsid w:val="00C23ED6"/>
    <w:rsid w:val="00C26CB7"/>
    <w:rsid w:val="00C324C1"/>
    <w:rsid w:val="00C36992"/>
    <w:rsid w:val="00C414F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062F"/>
    <w:rsid w:val="00D02B25"/>
    <w:rsid w:val="00D02EBA"/>
    <w:rsid w:val="00D12FA0"/>
    <w:rsid w:val="00D17C3C"/>
    <w:rsid w:val="00D26B2C"/>
    <w:rsid w:val="00D352C9"/>
    <w:rsid w:val="00D40479"/>
    <w:rsid w:val="00D425B2"/>
    <w:rsid w:val="00D428D6"/>
    <w:rsid w:val="00D449B0"/>
    <w:rsid w:val="00D511E0"/>
    <w:rsid w:val="00D552B2"/>
    <w:rsid w:val="00D608D1"/>
    <w:rsid w:val="00D74119"/>
    <w:rsid w:val="00D8075B"/>
    <w:rsid w:val="00D8678B"/>
    <w:rsid w:val="00DA2114"/>
    <w:rsid w:val="00DC55D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65D"/>
    <w:rsid w:val="00E755D9"/>
    <w:rsid w:val="00E77E88"/>
    <w:rsid w:val="00E8107D"/>
    <w:rsid w:val="00E960BB"/>
    <w:rsid w:val="00EA0036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73F4"/>
    <w:rsid w:val="00F617C3"/>
    <w:rsid w:val="00F64FD5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48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0C7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7F674-A019-4EA9-93E9-118E5CE4F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1356</Words>
  <Characters>8141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2019-02-06T12:12:00Z</cp:lastPrinted>
  <dcterms:created xsi:type="dcterms:W3CDTF">2021-09-29T06:35:00Z</dcterms:created>
  <dcterms:modified xsi:type="dcterms:W3CDTF">2021-09-29T06:35:00Z</dcterms:modified>
</cp:coreProperties>
</file>